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F9D28" w14:textId="5A57C0A8" w:rsidR="00EF46DE" w:rsidRDefault="00A11B62">
      <w:pPr>
        <w:pStyle w:val="1"/>
      </w:pPr>
      <w:r>
        <w:t xml:space="preserve">Расписание занятий </w:t>
      </w:r>
      <w:r w:rsidR="00F60F9B">
        <w:t xml:space="preserve">по </w:t>
      </w:r>
      <w:r w:rsidR="00CA055D">
        <w:t>родному языку с</w:t>
      </w:r>
      <w:r>
        <w:t xml:space="preserve"> </w:t>
      </w:r>
      <w:r w:rsidR="006D4022">
        <w:t>1</w:t>
      </w:r>
      <w:r w:rsidR="00B714B9">
        <w:t>6</w:t>
      </w:r>
      <w:r w:rsidR="00F47207">
        <w:t xml:space="preserve"> по</w:t>
      </w:r>
      <w:r>
        <w:t xml:space="preserve"> </w:t>
      </w:r>
      <w:r w:rsidR="00A43140">
        <w:t>30</w:t>
      </w:r>
      <w:r>
        <w:t xml:space="preserve"> апреля</w:t>
      </w:r>
      <w:r w:rsidR="003A1213">
        <w:t xml:space="preserve"> 2020г</w:t>
      </w:r>
      <w:r w:rsidR="00DC0202">
        <w:t>.</w:t>
      </w:r>
    </w:p>
    <w:p w14:paraId="241180A9" w14:textId="61EB93FE" w:rsidR="003A1213" w:rsidRPr="00535B8C" w:rsidRDefault="003A1213">
      <w:pPr>
        <w:pStyle w:val="1"/>
      </w:pPr>
    </w:p>
    <w:tbl>
      <w:tblPr>
        <w:tblW w:w="6099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1E0" w:firstRow="1" w:lastRow="1" w:firstColumn="1" w:lastColumn="1" w:noHBand="0" w:noVBand="0"/>
        <w:tblCaption w:val="Содержание"/>
      </w:tblPr>
      <w:tblGrid>
        <w:gridCol w:w="895"/>
        <w:gridCol w:w="1129"/>
        <w:gridCol w:w="2204"/>
        <w:gridCol w:w="1738"/>
        <w:gridCol w:w="2306"/>
        <w:gridCol w:w="1686"/>
        <w:gridCol w:w="2505"/>
        <w:gridCol w:w="1051"/>
        <w:gridCol w:w="266"/>
        <w:gridCol w:w="266"/>
        <w:gridCol w:w="266"/>
      </w:tblGrid>
      <w:tr w:rsidR="00F91B1A" w:rsidRPr="00535B8C" w14:paraId="78FCC11D" w14:textId="59C17D84" w:rsidTr="006B3F09">
        <w:trPr>
          <w:trHeight w:val="492"/>
          <w:tblHeader/>
        </w:trPr>
        <w:tc>
          <w:tcPr>
            <w:tcW w:w="748" w:type="dxa"/>
            <w:shd w:val="clear" w:color="auto" w:fill="365F91" w:themeFill="accent1" w:themeFillShade="BF"/>
            <w:vAlign w:val="center"/>
          </w:tcPr>
          <w:p w14:paraId="538A8A1D" w14:textId="1DAEFFB9" w:rsidR="00F91B1A" w:rsidRPr="00535B8C" w:rsidRDefault="00F91B1A">
            <w:pPr>
              <w:pStyle w:val="2"/>
            </w:pPr>
            <w:r>
              <w:t xml:space="preserve">Урок </w:t>
            </w:r>
          </w:p>
        </w:tc>
        <w:tc>
          <w:tcPr>
            <w:tcW w:w="943" w:type="dxa"/>
            <w:shd w:val="clear" w:color="auto" w:fill="365F91" w:themeFill="accent1" w:themeFillShade="BF"/>
          </w:tcPr>
          <w:p w14:paraId="04E15A13" w14:textId="7C00DC21" w:rsidR="00F91B1A" w:rsidRPr="00535B8C" w:rsidRDefault="00F91B1A">
            <w:pPr>
              <w:pStyle w:val="2"/>
              <w:rPr>
                <w:lang w:bidi="ru-RU"/>
              </w:rPr>
            </w:pPr>
            <w:r>
              <w:rPr>
                <w:lang w:bidi="ru-RU"/>
              </w:rPr>
              <w:t xml:space="preserve">Время </w:t>
            </w:r>
          </w:p>
        </w:tc>
        <w:tc>
          <w:tcPr>
            <w:tcW w:w="1841" w:type="dxa"/>
            <w:shd w:val="clear" w:color="auto" w:fill="365F91" w:themeFill="accent1" w:themeFillShade="BF"/>
          </w:tcPr>
          <w:p w14:paraId="14D5370C" w14:textId="5A9A393F" w:rsidR="00F91B1A" w:rsidRPr="00535B8C" w:rsidRDefault="00F91B1A">
            <w:pPr>
              <w:pStyle w:val="2"/>
              <w:rPr>
                <w:lang w:bidi="ru-RU"/>
              </w:rPr>
            </w:pPr>
            <w:r>
              <w:rPr>
                <w:lang w:bidi="ru-RU"/>
              </w:rPr>
              <w:t>Способ</w:t>
            </w:r>
          </w:p>
        </w:tc>
        <w:tc>
          <w:tcPr>
            <w:tcW w:w="1452" w:type="dxa"/>
            <w:shd w:val="clear" w:color="auto" w:fill="365F91" w:themeFill="accent1" w:themeFillShade="BF"/>
          </w:tcPr>
          <w:p w14:paraId="54492EB8" w14:textId="442D3562" w:rsidR="00F91B1A" w:rsidRPr="00535B8C" w:rsidRDefault="00F91B1A">
            <w:pPr>
              <w:pStyle w:val="2"/>
              <w:rPr>
                <w:lang w:bidi="ru-RU"/>
              </w:rPr>
            </w:pPr>
            <w:r>
              <w:rPr>
                <w:lang w:bidi="ru-RU"/>
              </w:rPr>
              <w:t>День недели</w:t>
            </w:r>
          </w:p>
        </w:tc>
        <w:tc>
          <w:tcPr>
            <w:tcW w:w="1847" w:type="dxa"/>
            <w:shd w:val="clear" w:color="auto" w:fill="365F91" w:themeFill="accent1" w:themeFillShade="BF"/>
            <w:vAlign w:val="center"/>
          </w:tcPr>
          <w:p w14:paraId="16921BF1" w14:textId="155705E4" w:rsidR="00F91B1A" w:rsidRPr="00535B8C" w:rsidRDefault="00F91B1A">
            <w:pPr>
              <w:pStyle w:val="2"/>
            </w:pPr>
            <w:r>
              <w:rPr>
                <w:lang w:bidi="ru-RU"/>
              </w:rPr>
              <w:t>Тема урока</w:t>
            </w:r>
          </w:p>
        </w:tc>
        <w:tc>
          <w:tcPr>
            <w:tcW w:w="1408" w:type="dxa"/>
            <w:shd w:val="clear" w:color="auto" w:fill="365F91" w:themeFill="accent1" w:themeFillShade="BF"/>
          </w:tcPr>
          <w:p w14:paraId="7E46B0E2" w14:textId="6ED9CD68" w:rsidR="00F91B1A" w:rsidRPr="00535B8C" w:rsidRDefault="00F91B1A">
            <w:pPr>
              <w:pStyle w:val="2"/>
              <w:rPr>
                <w:lang w:bidi="ru-RU"/>
              </w:rPr>
            </w:pPr>
            <w:r>
              <w:rPr>
                <w:lang w:bidi="ru-RU"/>
              </w:rPr>
              <w:t>Д/з</w:t>
            </w:r>
          </w:p>
        </w:tc>
        <w:tc>
          <w:tcPr>
            <w:tcW w:w="2092" w:type="dxa"/>
            <w:shd w:val="clear" w:color="auto" w:fill="365F91" w:themeFill="accent1" w:themeFillShade="BF"/>
          </w:tcPr>
          <w:p w14:paraId="17EF6F4F" w14:textId="7F2A4D02" w:rsidR="00F91B1A" w:rsidRDefault="00F91B1A">
            <w:pPr>
              <w:pStyle w:val="2"/>
              <w:rPr>
                <w:lang w:bidi="ru-RU"/>
              </w:rPr>
            </w:pPr>
            <w:r>
              <w:rPr>
                <w:lang w:bidi="ru-RU"/>
              </w:rPr>
              <w:t>Ресурсы</w:t>
            </w:r>
          </w:p>
        </w:tc>
        <w:tc>
          <w:tcPr>
            <w:tcW w:w="878" w:type="dxa"/>
            <w:shd w:val="clear" w:color="auto" w:fill="365F91" w:themeFill="accent1" w:themeFillShade="BF"/>
          </w:tcPr>
          <w:p w14:paraId="29C5A38F" w14:textId="196BD8E9" w:rsidR="00F91B1A" w:rsidRDefault="00F91B1A">
            <w:pPr>
              <w:pStyle w:val="2"/>
              <w:rPr>
                <w:lang w:bidi="ru-RU"/>
              </w:rPr>
            </w:pPr>
            <w:r>
              <w:rPr>
                <w:lang w:bidi="ru-RU"/>
              </w:rPr>
              <w:t>Класс</w:t>
            </w:r>
          </w:p>
        </w:tc>
        <w:tc>
          <w:tcPr>
            <w:tcW w:w="222" w:type="dxa"/>
            <w:shd w:val="clear" w:color="auto" w:fill="365F91" w:themeFill="accent1" w:themeFillShade="BF"/>
          </w:tcPr>
          <w:p w14:paraId="3CA3963B" w14:textId="77777777" w:rsidR="00F91B1A" w:rsidRDefault="00F91B1A">
            <w:pPr>
              <w:pStyle w:val="2"/>
              <w:rPr>
                <w:lang w:bidi="ru-RU"/>
              </w:rPr>
            </w:pPr>
          </w:p>
        </w:tc>
        <w:tc>
          <w:tcPr>
            <w:tcW w:w="222" w:type="dxa"/>
            <w:shd w:val="clear" w:color="auto" w:fill="365F91" w:themeFill="accent1" w:themeFillShade="BF"/>
          </w:tcPr>
          <w:p w14:paraId="11E56CD7" w14:textId="77777777" w:rsidR="00F91B1A" w:rsidRDefault="00F91B1A">
            <w:pPr>
              <w:pStyle w:val="2"/>
              <w:rPr>
                <w:lang w:bidi="ru-RU"/>
              </w:rPr>
            </w:pPr>
          </w:p>
        </w:tc>
        <w:tc>
          <w:tcPr>
            <w:tcW w:w="222" w:type="dxa"/>
            <w:shd w:val="clear" w:color="auto" w:fill="365F91" w:themeFill="accent1" w:themeFillShade="BF"/>
          </w:tcPr>
          <w:p w14:paraId="6EF9210B" w14:textId="77777777" w:rsidR="00F91B1A" w:rsidRDefault="00F91B1A">
            <w:pPr>
              <w:pStyle w:val="2"/>
              <w:rPr>
                <w:lang w:bidi="ru-RU"/>
              </w:rPr>
            </w:pPr>
          </w:p>
        </w:tc>
      </w:tr>
      <w:tr w:rsidR="006B3F09" w:rsidRPr="00535B8C" w14:paraId="6B6B8CF4" w14:textId="66759902" w:rsidTr="006B3F09">
        <w:trPr>
          <w:trHeight w:val="679"/>
        </w:trPr>
        <w:tc>
          <w:tcPr>
            <w:tcW w:w="748" w:type="dxa"/>
            <w:vAlign w:val="center"/>
          </w:tcPr>
          <w:p w14:paraId="13896ED9" w14:textId="463E0F54" w:rsidR="006B3F09" w:rsidRPr="00535B8C" w:rsidRDefault="00105DA1">
            <w:pPr>
              <w:pStyle w:val="3"/>
            </w:pPr>
            <w:r>
              <w:t>5</w:t>
            </w:r>
          </w:p>
        </w:tc>
        <w:tc>
          <w:tcPr>
            <w:tcW w:w="943" w:type="dxa"/>
            <w:vAlign w:val="center"/>
          </w:tcPr>
          <w:p w14:paraId="619D3A1D" w14:textId="77777777" w:rsidR="006B3F09" w:rsidRDefault="006E29F7">
            <w:r>
              <w:t>12</w:t>
            </w:r>
            <w:r w:rsidR="008342E2">
              <w:t>:25</w:t>
            </w:r>
          </w:p>
          <w:p w14:paraId="1A6E314F" w14:textId="7727A050" w:rsidR="008342E2" w:rsidRPr="00535B8C" w:rsidRDefault="00105DA1">
            <w:r>
              <w:t>12:55</w:t>
            </w:r>
          </w:p>
        </w:tc>
        <w:tc>
          <w:tcPr>
            <w:tcW w:w="1841" w:type="dxa"/>
          </w:tcPr>
          <w:p w14:paraId="2993308C" w14:textId="21D87CBE" w:rsidR="006B3F09" w:rsidRPr="00535B8C" w:rsidRDefault="006B3F09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10665934" w14:textId="35291677" w:rsidR="006B3F09" w:rsidRPr="00535B8C" w:rsidRDefault="006B3F09">
            <w:r>
              <w:t>Понедельник</w:t>
            </w:r>
          </w:p>
        </w:tc>
        <w:tc>
          <w:tcPr>
            <w:tcW w:w="1847" w:type="dxa"/>
            <w:vAlign w:val="center"/>
          </w:tcPr>
          <w:p w14:paraId="4178C787" w14:textId="3B48A9DB" w:rsidR="006B3F09" w:rsidRPr="00535B8C" w:rsidRDefault="006B3F09">
            <w:r>
              <w:t xml:space="preserve"> </w:t>
            </w:r>
            <w:proofErr w:type="spellStart"/>
            <w:r>
              <w:t>Частицабазул</w:t>
            </w:r>
            <w:proofErr w:type="spellEnd"/>
            <w:r>
              <w:t xml:space="preserve"> бит1ун </w:t>
            </w:r>
            <w:proofErr w:type="spellStart"/>
            <w:r>
              <w:t>хъвай</w:t>
            </w:r>
            <w:proofErr w:type="spellEnd"/>
          </w:p>
        </w:tc>
        <w:tc>
          <w:tcPr>
            <w:tcW w:w="1408" w:type="dxa"/>
          </w:tcPr>
          <w:p w14:paraId="518B6341" w14:textId="6C012F68" w:rsidR="006B3F09" w:rsidRPr="00535B8C" w:rsidRDefault="006B3F09">
            <w:r>
              <w:t xml:space="preserve">√3 </w:t>
            </w:r>
            <w:proofErr w:type="spellStart"/>
            <w:r>
              <w:t>гьум</w:t>
            </w:r>
            <w:proofErr w:type="spellEnd"/>
            <w:r>
              <w:t xml:space="preserve"> 215</w:t>
            </w:r>
          </w:p>
        </w:tc>
        <w:tc>
          <w:tcPr>
            <w:tcW w:w="2092" w:type="dxa"/>
          </w:tcPr>
          <w:p w14:paraId="3DF91BB6" w14:textId="6376B4ED" w:rsidR="006B3F09" w:rsidRPr="00535B8C" w:rsidRDefault="006B3F09">
            <w:r>
              <w:t xml:space="preserve"> </w:t>
            </w:r>
            <w:proofErr w:type="spellStart"/>
            <w:r>
              <w:t>Ватцап</w:t>
            </w:r>
            <w:proofErr w:type="spellEnd"/>
            <w:r>
              <w:t>,,</w:t>
            </w:r>
            <w:proofErr w:type="spellStart"/>
            <w:r>
              <w:t>учи.ру,ютуб</w:t>
            </w:r>
            <w:proofErr w:type="spellEnd"/>
          </w:p>
        </w:tc>
        <w:tc>
          <w:tcPr>
            <w:tcW w:w="878" w:type="dxa"/>
          </w:tcPr>
          <w:p w14:paraId="11E1133E" w14:textId="0A624D24" w:rsidR="006B3F09" w:rsidRDefault="006B3F09">
            <w:r>
              <w:t>7кл</w:t>
            </w:r>
          </w:p>
        </w:tc>
        <w:tc>
          <w:tcPr>
            <w:tcW w:w="222" w:type="dxa"/>
          </w:tcPr>
          <w:p w14:paraId="7564EDFF" w14:textId="77777777" w:rsidR="006B3F09" w:rsidRDefault="006B3F09"/>
        </w:tc>
        <w:tc>
          <w:tcPr>
            <w:tcW w:w="222" w:type="dxa"/>
          </w:tcPr>
          <w:p w14:paraId="28B29F9A" w14:textId="77777777" w:rsidR="006B3F09" w:rsidRDefault="006B3F09"/>
        </w:tc>
        <w:tc>
          <w:tcPr>
            <w:tcW w:w="222" w:type="dxa"/>
          </w:tcPr>
          <w:p w14:paraId="487BBEDD" w14:textId="77777777" w:rsidR="006B3F09" w:rsidRDefault="006B3F09"/>
        </w:tc>
      </w:tr>
      <w:tr w:rsidR="006B3F09" w:rsidRPr="00535B8C" w14:paraId="6EF8DD38" w14:textId="4E55F5A8" w:rsidTr="006B3F09">
        <w:trPr>
          <w:trHeight w:val="679"/>
        </w:trPr>
        <w:tc>
          <w:tcPr>
            <w:tcW w:w="748" w:type="dxa"/>
            <w:vAlign w:val="center"/>
          </w:tcPr>
          <w:p w14:paraId="180B4C67" w14:textId="3543B364" w:rsidR="006B3F09" w:rsidRPr="00535B8C" w:rsidRDefault="00B85514">
            <w:pPr>
              <w:pStyle w:val="3"/>
            </w:pPr>
            <w:r>
              <w:t>4</w:t>
            </w:r>
          </w:p>
        </w:tc>
        <w:tc>
          <w:tcPr>
            <w:tcW w:w="943" w:type="dxa"/>
            <w:vAlign w:val="center"/>
          </w:tcPr>
          <w:p w14:paraId="6058199E" w14:textId="77777777" w:rsidR="006B3F09" w:rsidRDefault="00F210F3">
            <w:r>
              <w:t>1</w:t>
            </w:r>
            <w:r w:rsidR="009D00C3">
              <w:t>1</w:t>
            </w:r>
            <w:r>
              <w:t>:30</w:t>
            </w:r>
          </w:p>
          <w:p w14:paraId="047EC44B" w14:textId="076C0B03" w:rsidR="009D00C3" w:rsidRPr="00535B8C" w:rsidRDefault="009D00C3">
            <w:r>
              <w:t>12:00</w:t>
            </w:r>
          </w:p>
        </w:tc>
        <w:tc>
          <w:tcPr>
            <w:tcW w:w="1841" w:type="dxa"/>
          </w:tcPr>
          <w:p w14:paraId="6FDEE07F" w14:textId="71AB677B" w:rsidR="006B3F09" w:rsidRPr="00535B8C" w:rsidRDefault="006B3F09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0E3D1F8E" w14:textId="138F2D23" w:rsidR="006B3F09" w:rsidRPr="00535B8C" w:rsidRDefault="006B3F09">
            <w:r>
              <w:t>Понедельник</w:t>
            </w:r>
          </w:p>
        </w:tc>
        <w:tc>
          <w:tcPr>
            <w:tcW w:w="1847" w:type="dxa"/>
            <w:vAlign w:val="center"/>
          </w:tcPr>
          <w:p w14:paraId="59F047CD" w14:textId="2CE6CC7F" w:rsidR="006B3F09" w:rsidRPr="00535B8C" w:rsidRDefault="006B3F09">
            <w:proofErr w:type="spellStart"/>
            <w:r>
              <w:t>Рагьукъал</w:t>
            </w:r>
            <w:proofErr w:type="spellEnd"/>
            <w:r>
              <w:t xml:space="preserve"> </w:t>
            </w:r>
            <w:proofErr w:type="spellStart"/>
            <w:r>
              <w:t>гьаркьазул</w:t>
            </w:r>
            <w:proofErr w:type="spellEnd"/>
            <w:r>
              <w:t xml:space="preserve"> хиси.Раг1аби </w:t>
            </w:r>
            <w:proofErr w:type="spellStart"/>
            <w:r>
              <w:t>лъугьин</w:t>
            </w:r>
            <w:proofErr w:type="spellEnd"/>
            <w:r>
              <w:t>.</w:t>
            </w:r>
          </w:p>
        </w:tc>
        <w:tc>
          <w:tcPr>
            <w:tcW w:w="1408" w:type="dxa"/>
          </w:tcPr>
          <w:p w14:paraId="71FF6CAB" w14:textId="75185AAA" w:rsidR="006B3F09" w:rsidRPr="00535B8C" w:rsidRDefault="006B3F09">
            <w:r>
              <w:t>√368гьум 132</w:t>
            </w:r>
          </w:p>
        </w:tc>
        <w:tc>
          <w:tcPr>
            <w:tcW w:w="2092" w:type="dxa"/>
          </w:tcPr>
          <w:p w14:paraId="1524C3DD" w14:textId="221E950C" w:rsidR="006B3F09" w:rsidRPr="00535B8C" w:rsidRDefault="006B3F09">
            <w:proofErr w:type="spellStart"/>
            <w:r>
              <w:t>Ватцап</w:t>
            </w:r>
            <w:proofErr w:type="spellEnd"/>
            <w:r>
              <w:t>, ,</w:t>
            </w:r>
            <w:proofErr w:type="spellStart"/>
            <w:r>
              <w:t>ютуб,учи.ру</w:t>
            </w:r>
            <w:proofErr w:type="spellEnd"/>
          </w:p>
        </w:tc>
        <w:tc>
          <w:tcPr>
            <w:tcW w:w="878" w:type="dxa"/>
          </w:tcPr>
          <w:p w14:paraId="37B51F20" w14:textId="79BD0E6A" w:rsidR="006B3F09" w:rsidRPr="00535B8C" w:rsidRDefault="006B3F09">
            <w:r>
              <w:t>5кл</w:t>
            </w:r>
          </w:p>
        </w:tc>
        <w:tc>
          <w:tcPr>
            <w:tcW w:w="222" w:type="dxa"/>
          </w:tcPr>
          <w:p w14:paraId="184AC522" w14:textId="77777777" w:rsidR="006B3F09" w:rsidRDefault="006B3F09"/>
        </w:tc>
        <w:tc>
          <w:tcPr>
            <w:tcW w:w="222" w:type="dxa"/>
          </w:tcPr>
          <w:p w14:paraId="3F50147B" w14:textId="77777777" w:rsidR="006B3F09" w:rsidRDefault="006B3F09"/>
        </w:tc>
        <w:tc>
          <w:tcPr>
            <w:tcW w:w="222" w:type="dxa"/>
          </w:tcPr>
          <w:p w14:paraId="52BE11E9" w14:textId="77777777" w:rsidR="006B3F09" w:rsidRDefault="006B3F09"/>
        </w:tc>
      </w:tr>
      <w:tr w:rsidR="006B3F09" w:rsidRPr="00535B8C" w14:paraId="6445F859" w14:textId="60C1F65A" w:rsidTr="006B3F09">
        <w:trPr>
          <w:trHeight w:val="679"/>
        </w:trPr>
        <w:tc>
          <w:tcPr>
            <w:tcW w:w="748" w:type="dxa"/>
            <w:vAlign w:val="center"/>
          </w:tcPr>
          <w:p w14:paraId="5C4BAC59" w14:textId="79E288EE" w:rsidR="006B3F09" w:rsidRPr="00535B8C" w:rsidRDefault="00D700B5">
            <w:pPr>
              <w:pStyle w:val="3"/>
            </w:pPr>
            <w:r>
              <w:t>2</w:t>
            </w:r>
          </w:p>
        </w:tc>
        <w:tc>
          <w:tcPr>
            <w:tcW w:w="943" w:type="dxa"/>
            <w:vAlign w:val="center"/>
          </w:tcPr>
          <w:p w14:paraId="54092E1A" w14:textId="77777777" w:rsidR="006B3F09" w:rsidRDefault="00283EFA">
            <w:r>
              <w:t>9:25</w:t>
            </w:r>
          </w:p>
          <w:p w14:paraId="5E1FA7AD" w14:textId="1947FDDB" w:rsidR="00283EFA" w:rsidRPr="00535B8C" w:rsidRDefault="00D700B5">
            <w:r>
              <w:t>9:55</w:t>
            </w:r>
          </w:p>
        </w:tc>
        <w:tc>
          <w:tcPr>
            <w:tcW w:w="1841" w:type="dxa"/>
          </w:tcPr>
          <w:p w14:paraId="2EC5AA18" w14:textId="79706312" w:rsidR="006B3F09" w:rsidRPr="00535B8C" w:rsidRDefault="006B3F09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00C76030" w14:textId="1805EB6A" w:rsidR="006B3F09" w:rsidRDefault="006B3F09">
            <w:r>
              <w:t>Среда</w:t>
            </w:r>
          </w:p>
          <w:p w14:paraId="7F706D6A" w14:textId="15DE008A" w:rsidR="006B3F09" w:rsidRPr="00535B8C" w:rsidRDefault="006B3F09"/>
        </w:tc>
        <w:tc>
          <w:tcPr>
            <w:tcW w:w="1847" w:type="dxa"/>
            <w:vAlign w:val="center"/>
          </w:tcPr>
          <w:p w14:paraId="172265FC" w14:textId="4EE64E04" w:rsidR="006B3F09" w:rsidRPr="00535B8C" w:rsidRDefault="006B3F09">
            <w:proofErr w:type="spellStart"/>
            <w:r>
              <w:t>Предложениялда</w:t>
            </w:r>
            <w:proofErr w:type="spellEnd"/>
            <w:r>
              <w:t xml:space="preserve"> </w:t>
            </w:r>
            <w:proofErr w:type="spellStart"/>
            <w:r>
              <w:t>жаниб</w:t>
            </w:r>
            <w:proofErr w:type="spellEnd"/>
            <w:r>
              <w:t xml:space="preserve"> причастие </w:t>
            </w:r>
          </w:p>
        </w:tc>
        <w:tc>
          <w:tcPr>
            <w:tcW w:w="1408" w:type="dxa"/>
          </w:tcPr>
          <w:p w14:paraId="1DAF2C5F" w14:textId="44024378" w:rsidR="006B3F09" w:rsidRPr="00535B8C" w:rsidRDefault="006B3F09">
            <w:r>
              <w:t>√5гьум 114</w:t>
            </w:r>
          </w:p>
        </w:tc>
        <w:tc>
          <w:tcPr>
            <w:tcW w:w="2092" w:type="dxa"/>
          </w:tcPr>
          <w:p w14:paraId="23B09F6E" w14:textId="7546659D" w:rsidR="006B3F09" w:rsidRPr="00535B8C" w:rsidRDefault="006B3F09">
            <w:proofErr w:type="spellStart"/>
            <w:r>
              <w:t>Ватцап,ютуб,учи.ру</w:t>
            </w:r>
            <w:proofErr w:type="spellEnd"/>
          </w:p>
        </w:tc>
        <w:tc>
          <w:tcPr>
            <w:tcW w:w="878" w:type="dxa"/>
          </w:tcPr>
          <w:p w14:paraId="33FB2C15" w14:textId="0747A4FB" w:rsidR="006B3F09" w:rsidRPr="00535B8C" w:rsidRDefault="006B3F09">
            <w:r>
              <w:t>6кл</w:t>
            </w:r>
          </w:p>
        </w:tc>
        <w:tc>
          <w:tcPr>
            <w:tcW w:w="222" w:type="dxa"/>
          </w:tcPr>
          <w:p w14:paraId="562D1FB6" w14:textId="77777777" w:rsidR="006B3F09" w:rsidRDefault="006B3F09"/>
        </w:tc>
        <w:tc>
          <w:tcPr>
            <w:tcW w:w="222" w:type="dxa"/>
          </w:tcPr>
          <w:p w14:paraId="5781C880" w14:textId="77777777" w:rsidR="006B3F09" w:rsidRDefault="006B3F09"/>
        </w:tc>
        <w:tc>
          <w:tcPr>
            <w:tcW w:w="222" w:type="dxa"/>
          </w:tcPr>
          <w:p w14:paraId="0C14CB51" w14:textId="77777777" w:rsidR="006B3F09" w:rsidRDefault="006B3F09"/>
        </w:tc>
      </w:tr>
      <w:tr w:rsidR="006B3F09" w:rsidRPr="00535B8C" w14:paraId="2DC2665E" w14:textId="14C89621" w:rsidTr="006B3F09">
        <w:trPr>
          <w:trHeight w:val="679"/>
        </w:trPr>
        <w:tc>
          <w:tcPr>
            <w:tcW w:w="748" w:type="dxa"/>
            <w:vAlign w:val="center"/>
          </w:tcPr>
          <w:p w14:paraId="222E8174" w14:textId="5544EF90" w:rsidR="006B3F09" w:rsidRDefault="00392A55">
            <w:pPr>
              <w:pStyle w:val="3"/>
            </w:pPr>
            <w:r>
              <w:t>4</w:t>
            </w:r>
          </w:p>
        </w:tc>
        <w:tc>
          <w:tcPr>
            <w:tcW w:w="943" w:type="dxa"/>
            <w:vAlign w:val="center"/>
          </w:tcPr>
          <w:p w14:paraId="2695F796" w14:textId="77777777" w:rsidR="006B3F09" w:rsidRDefault="00715643">
            <w:r>
              <w:t>11:30</w:t>
            </w:r>
          </w:p>
          <w:p w14:paraId="6D28F490" w14:textId="2B14BA89" w:rsidR="00392A55" w:rsidRDefault="00392A55">
            <w:r>
              <w:t>12:00</w:t>
            </w:r>
          </w:p>
        </w:tc>
        <w:tc>
          <w:tcPr>
            <w:tcW w:w="1841" w:type="dxa"/>
          </w:tcPr>
          <w:p w14:paraId="573B25B5" w14:textId="4595AAF4" w:rsidR="006B3F09" w:rsidRDefault="006B3F09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13227217" w14:textId="104A4981" w:rsidR="006B3F09" w:rsidRDefault="006B3F09">
            <w:r>
              <w:t>Пятница</w:t>
            </w:r>
          </w:p>
        </w:tc>
        <w:tc>
          <w:tcPr>
            <w:tcW w:w="1847" w:type="dxa"/>
            <w:vAlign w:val="center"/>
          </w:tcPr>
          <w:p w14:paraId="2B7F8DF6" w14:textId="2CBF0D03" w:rsidR="006B3F09" w:rsidRDefault="006B3F09">
            <w:proofErr w:type="spellStart"/>
            <w:r>
              <w:t>Предметияб</w:t>
            </w:r>
            <w:proofErr w:type="spellEnd"/>
            <w:r>
              <w:t xml:space="preserve"> ц1ар</w:t>
            </w:r>
          </w:p>
        </w:tc>
        <w:tc>
          <w:tcPr>
            <w:tcW w:w="1408" w:type="dxa"/>
          </w:tcPr>
          <w:p w14:paraId="5775D348" w14:textId="1A6423CE" w:rsidR="006B3F09" w:rsidRDefault="006B3F09">
            <w:r>
              <w:t>√385гьум138</w:t>
            </w:r>
          </w:p>
        </w:tc>
        <w:tc>
          <w:tcPr>
            <w:tcW w:w="2092" w:type="dxa"/>
          </w:tcPr>
          <w:p w14:paraId="5E3764D8" w14:textId="4D56C801" w:rsidR="006B3F09" w:rsidRPr="00535B8C" w:rsidRDefault="006B3F09">
            <w:proofErr w:type="spellStart"/>
            <w:r>
              <w:t>РЭШ,ватцап,ютуб</w:t>
            </w:r>
            <w:proofErr w:type="spellEnd"/>
          </w:p>
        </w:tc>
        <w:tc>
          <w:tcPr>
            <w:tcW w:w="878" w:type="dxa"/>
          </w:tcPr>
          <w:p w14:paraId="0E249DB2" w14:textId="23BCFD87" w:rsidR="006B3F09" w:rsidRDefault="006B3F09">
            <w:r>
              <w:t>5кл</w:t>
            </w:r>
          </w:p>
        </w:tc>
        <w:tc>
          <w:tcPr>
            <w:tcW w:w="222" w:type="dxa"/>
          </w:tcPr>
          <w:p w14:paraId="0AA8E068" w14:textId="77777777" w:rsidR="006B3F09" w:rsidRDefault="006B3F09"/>
        </w:tc>
        <w:tc>
          <w:tcPr>
            <w:tcW w:w="222" w:type="dxa"/>
          </w:tcPr>
          <w:p w14:paraId="78631E45" w14:textId="77777777" w:rsidR="006B3F09" w:rsidRDefault="006B3F09"/>
        </w:tc>
        <w:tc>
          <w:tcPr>
            <w:tcW w:w="222" w:type="dxa"/>
          </w:tcPr>
          <w:p w14:paraId="6E343033" w14:textId="77777777" w:rsidR="006B3F09" w:rsidRDefault="006B3F09"/>
        </w:tc>
      </w:tr>
      <w:tr w:rsidR="006B3F09" w:rsidRPr="00535B8C" w14:paraId="3CFECAC2" w14:textId="632A07EA" w:rsidTr="006B3F09">
        <w:trPr>
          <w:trHeight w:val="679"/>
        </w:trPr>
        <w:tc>
          <w:tcPr>
            <w:tcW w:w="748" w:type="dxa"/>
            <w:vAlign w:val="center"/>
          </w:tcPr>
          <w:p w14:paraId="747B1B12" w14:textId="234C2B90" w:rsidR="006B3F09" w:rsidRDefault="0063201C">
            <w:pPr>
              <w:pStyle w:val="3"/>
            </w:pPr>
            <w:r>
              <w:t>1</w:t>
            </w:r>
          </w:p>
        </w:tc>
        <w:tc>
          <w:tcPr>
            <w:tcW w:w="943" w:type="dxa"/>
            <w:vAlign w:val="center"/>
          </w:tcPr>
          <w:p w14:paraId="66B89E36" w14:textId="77777777" w:rsidR="006B3F09" w:rsidRDefault="0063201C">
            <w:r>
              <w:t>8:30</w:t>
            </w:r>
          </w:p>
          <w:p w14:paraId="31CA7C1F" w14:textId="1AF0CF44" w:rsidR="0063201C" w:rsidRDefault="0063201C">
            <w:r>
              <w:t>9:00</w:t>
            </w:r>
          </w:p>
        </w:tc>
        <w:tc>
          <w:tcPr>
            <w:tcW w:w="1841" w:type="dxa"/>
          </w:tcPr>
          <w:p w14:paraId="40089165" w14:textId="4E7DFA4E" w:rsidR="006B3F09" w:rsidRDefault="006B3F09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23BEAB41" w14:textId="7A8A0E21" w:rsidR="006B3F09" w:rsidRDefault="006B3F09">
            <w:r>
              <w:t>Суббота</w:t>
            </w:r>
          </w:p>
        </w:tc>
        <w:tc>
          <w:tcPr>
            <w:tcW w:w="1847" w:type="dxa"/>
            <w:vAlign w:val="center"/>
          </w:tcPr>
          <w:p w14:paraId="64BCB51A" w14:textId="6104E054" w:rsidR="006B3F09" w:rsidRDefault="006B3F09">
            <w:proofErr w:type="spellStart"/>
            <w:r>
              <w:t>Причастияб</w:t>
            </w:r>
            <w:proofErr w:type="spellEnd"/>
            <w:r>
              <w:t xml:space="preserve"> </w:t>
            </w:r>
            <w:proofErr w:type="spellStart"/>
            <w:r>
              <w:t>сверел</w:t>
            </w:r>
            <w:proofErr w:type="spellEnd"/>
          </w:p>
        </w:tc>
        <w:tc>
          <w:tcPr>
            <w:tcW w:w="1408" w:type="dxa"/>
          </w:tcPr>
          <w:p w14:paraId="367C9424" w14:textId="298BE1D0" w:rsidR="006B3F09" w:rsidRDefault="006B3F09">
            <w:r>
              <w:t>√5гьум117</w:t>
            </w:r>
          </w:p>
        </w:tc>
        <w:tc>
          <w:tcPr>
            <w:tcW w:w="2092" w:type="dxa"/>
          </w:tcPr>
          <w:p w14:paraId="644BFFEB" w14:textId="65FD72A0" w:rsidR="006B3F09" w:rsidRPr="00535B8C" w:rsidRDefault="006B3F09">
            <w:r>
              <w:t xml:space="preserve">РЭШ, </w:t>
            </w:r>
            <w:proofErr w:type="spellStart"/>
            <w:r>
              <w:t>ватцап</w:t>
            </w:r>
            <w:proofErr w:type="spellEnd"/>
            <w:r>
              <w:t xml:space="preserve">, </w:t>
            </w:r>
            <w:proofErr w:type="spellStart"/>
            <w:r>
              <w:t>ютуб</w:t>
            </w:r>
            <w:proofErr w:type="spellEnd"/>
          </w:p>
        </w:tc>
        <w:tc>
          <w:tcPr>
            <w:tcW w:w="878" w:type="dxa"/>
          </w:tcPr>
          <w:p w14:paraId="52A5C837" w14:textId="5C07E620" w:rsidR="006B3F09" w:rsidRDefault="006B3F09">
            <w:r>
              <w:t>6кл</w:t>
            </w:r>
          </w:p>
        </w:tc>
        <w:tc>
          <w:tcPr>
            <w:tcW w:w="222" w:type="dxa"/>
          </w:tcPr>
          <w:p w14:paraId="562A981E" w14:textId="77777777" w:rsidR="006B3F09" w:rsidRDefault="006B3F09"/>
        </w:tc>
        <w:tc>
          <w:tcPr>
            <w:tcW w:w="222" w:type="dxa"/>
          </w:tcPr>
          <w:p w14:paraId="7C2FABEF" w14:textId="77777777" w:rsidR="006B3F09" w:rsidRDefault="006B3F09"/>
        </w:tc>
        <w:tc>
          <w:tcPr>
            <w:tcW w:w="222" w:type="dxa"/>
          </w:tcPr>
          <w:p w14:paraId="5E7E91B8" w14:textId="77777777" w:rsidR="006B3F09" w:rsidRDefault="006B3F09"/>
        </w:tc>
      </w:tr>
      <w:tr w:rsidR="006B3F09" w:rsidRPr="00535B8C" w14:paraId="15B71E40" w14:textId="38A92765" w:rsidTr="006B3F09">
        <w:trPr>
          <w:trHeight w:val="679"/>
        </w:trPr>
        <w:tc>
          <w:tcPr>
            <w:tcW w:w="748" w:type="dxa"/>
            <w:vAlign w:val="center"/>
          </w:tcPr>
          <w:p w14:paraId="2E3D5343" w14:textId="3C2FEE35" w:rsidR="006B3F09" w:rsidRDefault="0063201C">
            <w:pPr>
              <w:pStyle w:val="3"/>
            </w:pPr>
            <w:r>
              <w:t>1</w:t>
            </w:r>
          </w:p>
        </w:tc>
        <w:tc>
          <w:tcPr>
            <w:tcW w:w="943" w:type="dxa"/>
            <w:vAlign w:val="center"/>
          </w:tcPr>
          <w:p w14:paraId="4AE19AC5" w14:textId="77777777" w:rsidR="006B3F09" w:rsidRDefault="00CA2423">
            <w:r>
              <w:t>8:30</w:t>
            </w:r>
          </w:p>
          <w:p w14:paraId="01B00F61" w14:textId="6391E61D" w:rsidR="00CA2423" w:rsidRDefault="00CA2423">
            <w:r>
              <w:t>9:00</w:t>
            </w:r>
          </w:p>
        </w:tc>
        <w:tc>
          <w:tcPr>
            <w:tcW w:w="1841" w:type="dxa"/>
          </w:tcPr>
          <w:p w14:paraId="5A4AAE24" w14:textId="2BA5816C" w:rsidR="006B3F09" w:rsidRDefault="006B3F09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7E0773DE" w14:textId="1AF1FD3C" w:rsidR="006B3F09" w:rsidRDefault="006B3F09">
            <w:r>
              <w:t>Пятница</w:t>
            </w:r>
          </w:p>
        </w:tc>
        <w:tc>
          <w:tcPr>
            <w:tcW w:w="1847" w:type="dxa"/>
            <w:vAlign w:val="center"/>
          </w:tcPr>
          <w:p w14:paraId="7EF505DA" w14:textId="7F0A5BB5" w:rsidR="006B3F09" w:rsidRDefault="006B3F09">
            <w:r>
              <w:t>Хадурег1ел</w:t>
            </w:r>
          </w:p>
        </w:tc>
        <w:tc>
          <w:tcPr>
            <w:tcW w:w="1408" w:type="dxa"/>
          </w:tcPr>
          <w:p w14:paraId="18EE864A" w14:textId="50399FF2" w:rsidR="006B3F09" w:rsidRDefault="006B3F09">
            <w:r>
              <w:t>√5 гьум216</w:t>
            </w:r>
          </w:p>
        </w:tc>
        <w:tc>
          <w:tcPr>
            <w:tcW w:w="2092" w:type="dxa"/>
          </w:tcPr>
          <w:p w14:paraId="11A295BC" w14:textId="07386526" w:rsidR="006B3F09" w:rsidRPr="00535B8C" w:rsidRDefault="006B3F09">
            <w:proofErr w:type="spellStart"/>
            <w:r>
              <w:t>Учи.ру,ватцап,ютуб</w:t>
            </w:r>
            <w:proofErr w:type="spellEnd"/>
          </w:p>
        </w:tc>
        <w:tc>
          <w:tcPr>
            <w:tcW w:w="878" w:type="dxa"/>
          </w:tcPr>
          <w:p w14:paraId="25570066" w14:textId="6860CC08" w:rsidR="006B3F09" w:rsidRDefault="006B3F09">
            <w:r>
              <w:t>7кл</w:t>
            </w:r>
          </w:p>
        </w:tc>
        <w:tc>
          <w:tcPr>
            <w:tcW w:w="222" w:type="dxa"/>
          </w:tcPr>
          <w:p w14:paraId="06F2C008" w14:textId="77777777" w:rsidR="006B3F09" w:rsidRDefault="006B3F09"/>
        </w:tc>
        <w:tc>
          <w:tcPr>
            <w:tcW w:w="222" w:type="dxa"/>
          </w:tcPr>
          <w:p w14:paraId="01BB76E2" w14:textId="77777777" w:rsidR="006B3F09" w:rsidRDefault="006B3F09"/>
        </w:tc>
        <w:tc>
          <w:tcPr>
            <w:tcW w:w="222" w:type="dxa"/>
          </w:tcPr>
          <w:p w14:paraId="4C592894" w14:textId="77777777" w:rsidR="006B3F09" w:rsidRDefault="006B3F09"/>
        </w:tc>
      </w:tr>
      <w:tr w:rsidR="00107A4C" w:rsidRPr="00535B8C" w14:paraId="2D8AA3A2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3643458D" w14:textId="6F35D62D" w:rsidR="00107A4C" w:rsidRDefault="00CA2423">
            <w:pPr>
              <w:pStyle w:val="3"/>
            </w:pPr>
            <w:r>
              <w:t>5</w:t>
            </w:r>
          </w:p>
        </w:tc>
        <w:tc>
          <w:tcPr>
            <w:tcW w:w="943" w:type="dxa"/>
          </w:tcPr>
          <w:p w14:paraId="2F90B5EC" w14:textId="77777777" w:rsidR="00107A4C" w:rsidRDefault="001B5C6E">
            <w:r>
              <w:t>12:25</w:t>
            </w:r>
          </w:p>
          <w:p w14:paraId="4DD00EE9" w14:textId="0A7D62BA" w:rsidR="001B5C6E" w:rsidRDefault="001B5C6E">
            <w:r>
              <w:t>12:55</w:t>
            </w:r>
          </w:p>
        </w:tc>
        <w:tc>
          <w:tcPr>
            <w:tcW w:w="1841" w:type="dxa"/>
          </w:tcPr>
          <w:p w14:paraId="41D8CE92" w14:textId="3B68AAFE" w:rsidR="00107A4C" w:rsidRDefault="00EB72F6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35798D48" w14:textId="7DEC19F0" w:rsidR="00107A4C" w:rsidRDefault="00EB72F6">
            <w:r>
              <w:t>Понедельник</w:t>
            </w:r>
          </w:p>
        </w:tc>
        <w:tc>
          <w:tcPr>
            <w:tcW w:w="1847" w:type="dxa"/>
            <w:vAlign w:val="center"/>
          </w:tcPr>
          <w:p w14:paraId="132DDF9F" w14:textId="1F1C7B64" w:rsidR="00107A4C" w:rsidRDefault="00F47A95">
            <w:r>
              <w:t xml:space="preserve">Хадурег1елазул бит1ун </w:t>
            </w:r>
            <w:proofErr w:type="spellStart"/>
            <w:r>
              <w:t>хъвай</w:t>
            </w:r>
            <w:proofErr w:type="spellEnd"/>
          </w:p>
        </w:tc>
        <w:tc>
          <w:tcPr>
            <w:tcW w:w="1408" w:type="dxa"/>
          </w:tcPr>
          <w:p w14:paraId="61E88FC8" w14:textId="21B75F92" w:rsidR="00107A4C" w:rsidRDefault="00DE2BA0">
            <w:r>
              <w:t>√4гьум</w:t>
            </w:r>
            <w:r w:rsidR="00C55FF0">
              <w:t>222</w:t>
            </w:r>
          </w:p>
        </w:tc>
        <w:tc>
          <w:tcPr>
            <w:tcW w:w="2092" w:type="dxa"/>
          </w:tcPr>
          <w:p w14:paraId="31E0CE43" w14:textId="4FB002B2" w:rsidR="00107A4C" w:rsidRDefault="00C55FF0">
            <w:r>
              <w:t xml:space="preserve">Учи </w:t>
            </w:r>
            <w:proofErr w:type="spellStart"/>
            <w:r>
              <w:t>ру</w:t>
            </w:r>
            <w:proofErr w:type="spellEnd"/>
            <w:r>
              <w:t xml:space="preserve">, </w:t>
            </w:r>
            <w:proofErr w:type="spellStart"/>
            <w:r>
              <w:t>ватцап</w:t>
            </w:r>
            <w:proofErr w:type="spellEnd"/>
            <w:r>
              <w:t>, книга</w:t>
            </w:r>
          </w:p>
        </w:tc>
        <w:tc>
          <w:tcPr>
            <w:tcW w:w="878" w:type="dxa"/>
          </w:tcPr>
          <w:p w14:paraId="04E9E50A" w14:textId="1A848477" w:rsidR="00107A4C" w:rsidRDefault="006515C5">
            <w:r>
              <w:t>7</w:t>
            </w:r>
            <w:r w:rsidR="00784796">
              <w:t>кл</w:t>
            </w:r>
          </w:p>
          <w:p w14:paraId="1855BBAE" w14:textId="1C04763E" w:rsidR="006515C5" w:rsidRDefault="006515C5"/>
        </w:tc>
        <w:tc>
          <w:tcPr>
            <w:tcW w:w="222" w:type="dxa"/>
          </w:tcPr>
          <w:p w14:paraId="2C0DC5CC" w14:textId="77777777" w:rsidR="00107A4C" w:rsidRDefault="00107A4C"/>
        </w:tc>
        <w:tc>
          <w:tcPr>
            <w:tcW w:w="222" w:type="dxa"/>
          </w:tcPr>
          <w:p w14:paraId="2769F6CE" w14:textId="77777777" w:rsidR="00107A4C" w:rsidRDefault="00107A4C"/>
        </w:tc>
        <w:tc>
          <w:tcPr>
            <w:tcW w:w="222" w:type="dxa"/>
          </w:tcPr>
          <w:p w14:paraId="272E128E" w14:textId="77777777" w:rsidR="00107A4C" w:rsidRDefault="00107A4C"/>
        </w:tc>
      </w:tr>
      <w:tr w:rsidR="001C549B" w:rsidRPr="00535B8C" w14:paraId="0EF76B29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7D19F1AD" w14:textId="7F666EE9" w:rsidR="001C549B" w:rsidRDefault="00CA2423">
            <w:pPr>
              <w:pStyle w:val="3"/>
            </w:pPr>
            <w:r>
              <w:t>4</w:t>
            </w:r>
          </w:p>
        </w:tc>
        <w:tc>
          <w:tcPr>
            <w:tcW w:w="943" w:type="dxa"/>
          </w:tcPr>
          <w:p w14:paraId="659E6DB8" w14:textId="77777777" w:rsidR="001C549B" w:rsidRDefault="001B5C6E">
            <w:r>
              <w:t>11:30</w:t>
            </w:r>
          </w:p>
          <w:p w14:paraId="67597C5F" w14:textId="61D7E667" w:rsidR="001B5C6E" w:rsidRDefault="001B5C6E">
            <w:r>
              <w:t>12:00</w:t>
            </w:r>
          </w:p>
        </w:tc>
        <w:tc>
          <w:tcPr>
            <w:tcW w:w="1841" w:type="dxa"/>
          </w:tcPr>
          <w:p w14:paraId="6F053288" w14:textId="43260F24" w:rsidR="001C549B" w:rsidRDefault="00EB72F6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35708C6F" w14:textId="0B638137" w:rsidR="001C549B" w:rsidRDefault="005B7D75">
            <w:r>
              <w:t>Понедельник</w:t>
            </w:r>
          </w:p>
        </w:tc>
        <w:tc>
          <w:tcPr>
            <w:tcW w:w="1847" w:type="dxa"/>
            <w:vAlign w:val="center"/>
          </w:tcPr>
          <w:p w14:paraId="39C85012" w14:textId="1A00B1ED" w:rsidR="001C549B" w:rsidRDefault="00AE2199">
            <w:proofErr w:type="spellStart"/>
            <w:r>
              <w:t>Предметияб</w:t>
            </w:r>
            <w:proofErr w:type="spellEnd"/>
            <w:r>
              <w:t xml:space="preserve"> </w:t>
            </w:r>
            <w:r w:rsidR="005672AB">
              <w:t xml:space="preserve">ц1арал </w:t>
            </w:r>
            <w:proofErr w:type="spellStart"/>
            <w:r w:rsidR="005672AB">
              <w:t>предложениялъул</w:t>
            </w:r>
            <w:proofErr w:type="spellEnd"/>
            <w:r w:rsidR="005672AB">
              <w:t xml:space="preserve"> </w:t>
            </w:r>
            <w:proofErr w:type="spellStart"/>
            <w:r w:rsidR="005672AB">
              <w:t>членаллъун</w:t>
            </w:r>
            <w:proofErr w:type="spellEnd"/>
            <w:r w:rsidR="005672AB">
              <w:t xml:space="preserve"> х1алт1изаре</w:t>
            </w:r>
          </w:p>
        </w:tc>
        <w:tc>
          <w:tcPr>
            <w:tcW w:w="1408" w:type="dxa"/>
          </w:tcPr>
          <w:p w14:paraId="54B4A2E5" w14:textId="27D45707" w:rsidR="001C549B" w:rsidRDefault="001F2657">
            <w:r>
              <w:t>√392</w:t>
            </w:r>
            <w:r w:rsidR="00364FC2">
              <w:t>гьум140</w:t>
            </w:r>
          </w:p>
        </w:tc>
        <w:tc>
          <w:tcPr>
            <w:tcW w:w="2092" w:type="dxa"/>
          </w:tcPr>
          <w:p w14:paraId="30DA1BA9" w14:textId="25A1009D" w:rsidR="001C549B" w:rsidRDefault="00B656B1">
            <w:r>
              <w:t xml:space="preserve">Учи </w:t>
            </w:r>
            <w:proofErr w:type="spellStart"/>
            <w:r>
              <w:t>ру</w:t>
            </w:r>
            <w:proofErr w:type="spellEnd"/>
            <w:r>
              <w:t xml:space="preserve">, книга, </w:t>
            </w:r>
            <w:proofErr w:type="spellStart"/>
            <w:r>
              <w:t>ватцап</w:t>
            </w:r>
            <w:proofErr w:type="spellEnd"/>
          </w:p>
        </w:tc>
        <w:tc>
          <w:tcPr>
            <w:tcW w:w="878" w:type="dxa"/>
          </w:tcPr>
          <w:p w14:paraId="3A63EE86" w14:textId="7FD6D300" w:rsidR="001C549B" w:rsidRDefault="00B656B1">
            <w:r>
              <w:t>5кл</w:t>
            </w:r>
          </w:p>
        </w:tc>
        <w:tc>
          <w:tcPr>
            <w:tcW w:w="222" w:type="dxa"/>
          </w:tcPr>
          <w:p w14:paraId="26C25323" w14:textId="77777777" w:rsidR="001C549B" w:rsidRDefault="001C549B"/>
        </w:tc>
        <w:tc>
          <w:tcPr>
            <w:tcW w:w="222" w:type="dxa"/>
          </w:tcPr>
          <w:p w14:paraId="07FC31FF" w14:textId="77777777" w:rsidR="001C549B" w:rsidRDefault="001C549B"/>
        </w:tc>
        <w:tc>
          <w:tcPr>
            <w:tcW w:w="222" w:type="dxa"/>
          </w:tcPr>
          <w:p w14:paraId="7116B3AA" w14:textId="77777777" w:rsidR="001C549B" w:rsidRDefault="001C549B"/>
        </w:tc>
      </w:tr>
      <w:tr w:rsidR="001C549B" w:rsidRPr="00535B8C" w14:paraId="40CF699C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59EBF5D8" w14:textId="17B9D682" w:rsidR="001C549B" w:rsidRDefault="00CA2423">
            <w:pPr>
              <w:pStyle w:val="3"/>
            </w:pPr>
            <w:r>
              <w:t>2</w:t>
            </w:r>
          </w:p>
        </w:tc>
        <w:tc>
          <w:tcPr>
            <w:tcW w:w="943" w:type="dxa"/>
          </w:tcPr>
          <w:p w14:paraId="5F293269" w14:textId="77777777" w:rsidR="001C549B" w:rsidRDefault="00FE2D51">
            <w:r>
              <w:t>9:25</w:t>
            </w:r>
          </w:p>
          <w:p w14:paraId="4C43375C" w14:textId="25FD136F" w:rsidR="00FE2D51" w:rsidRDefault="00FE2D51">
            <w:r>
              <w:t>9:55</w:t>
            </w:r>
          </w:p>
        </w:tc>
        <w:tc>
          <w:tcPr>
            <w:tcW w:w="1841" w:type="dxa"/>
          </w:tcPr>
          <w:p w14:paraId="49AFA0BC" w14:textId="264DB195" w:rsidR="001C549B" w:rsidRDefault="00EB72F6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71B61DBE" w14:textId="42BD2723" w:rsidR="001C549B" w:rsidRDefault="00D91E52">
            <w:r>
              <w:t>Пятница</w:t>
            </w:r>
          </w:p>
        </w:tc>
        <w:tc>
          <w:tcPr>
            <w:tcW w:w="1847" w:type="dxa"/>
            <w:vAlign w:val="center"/>
          </w:tcPr>
          <w:p w14:paraId="729FECDE" w14:textId="6D3A9DAD" w:rsidR="001C549B" w:rsidRDefault="000E6F69">
            <w:proofErr w:type="spellStart"/>
            <w:r>
              <w:t>Хасал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r>
              <w:t xml:space="preserve"> г1амал ц1арал</w:t>
            </w:r>
          </w:p>
        </w:tc>
        <w:tc>
          <w:tcPr>
            <w:tcW w:w="1408" w:type="dxa"/>
          </w:tcPr>
          <w:p w14:paraId="7C4F01BF" w14:textId="5BE32A9D" w:rsidR="001C549B" w:rsidRDefault="006B050B">
            <w:r>
              <w:t>√411гьум145</w:t>
            </w:r>
          </w:p>
        </w:tc>
        <w:tc>
          <w:tcPr>
            <w:tcW w:w="2092" w:type="dxa"/>
          </w:tcPr>
          <w:p w14:paraId="7E02FB63" w14:textId="50C0F446" w:rsidR="001C549B" w:rsidRDefault="006B050B">
            <w:r>
              <w:t xml:space="preserve">Учи </w:t>
            </w:r>
            <w:proofErr w:type="spellStart"/>
            <w:r>
              <w:t>ру</w:t>
            </w:r>
            <w:proofErr w:type="spellEnd"/>
            <w:r>
              <w:t xml:space="preserve">, книга, </w:t>
            </w:r>
            <w:proofErr w:type="spellStart"/>
            <w:r>
              <w:t>ватцап</w:t>
            </w:r>
            <w:proofErr w:type="spellEnd"/>
          </w:p>
        </w:tc>
        <w:tc>
          <w:tcPr>
            <w:tcW w:w="878" w:type="dxa"/>
          </w:tcPr>
          <w:p w14:paraId="537300AC" w14:textId="18AB44AF" w:rsidR="001C549B" w:rsidRDefault="00801906">
            <w:r>
              <w:t>5кл</w:t>
            </w:r>
          </w:p>
        </w:tc>
        <w:tc>
          <w:tcPr>
            <w:tcW w:w="222" w:type="dxa"/>
          </w:tcPr>
          <w:p w14:paraId="7DED9C20" w14:textId="77777777" w:rsidR="001C549B" w:rsidRDefault="001C549B"/>
        </w:tc>
        <w:tc>
          <w:tcPr>
            <w:tcW w:w="222" w:type="dxa"/>
          </w:tcPr>
          <w:p w14:paraId="1F8B6912" w14:textId="77777777" w:rsidR="001C549B" w:rsidRDefault="001C549B"/>
        </w:tc>
        <w:tc>
          <w:tcPr>
            <w:tcW w:w="222" w:type="dxa"/>
          </w:tcPr>
          <w:p w14:paraId="424A8B51" w14:textId="77777777" w:rsidR="001C549B" w:rsidRDefault="001C549B"/>
        </w:tc>
      </w:tr>
      <w:tr w:rsidR="001C549B" w:rsidRPr="00535B8C" w14:paraId="7CD95626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7A284A78" w14:textId="4F67086D" w:rsidR="001C549B" w:rsidRDefault="00CA2423">
            <w:pPr>
              <w:pStyle w:val="3"/>
            </w:pPr>
            <w:r>
              <w:t>4</w:t>
            </w:r>
          </w:p>
        </w:tc>
        <w:tc>
          <w:tcPr>
            <w:tcW w:w="943" w:type="dxa"/>
          </w:tcPr>
          <w:p w14:paraId="4F58A3F4" w14:textId="77777777" w:rsidR="001C549B" w:rsidRDefault="00FE2D51">
            <w:r>
              <w:t>11:30</w:t>
            </w:r>
          </w:p>
          <w:p w14:paraId="76BDDA32" w14:textId="0A05A9D6" w:rsidR="00FE2D51" w:rsidRDefault="00FE2D51">
            <w:r>
              <w:t>12:00</w:t>
            </w:r>
          </w:p>
        </w:tc>
        <w:tc>
          <w:tcPr>
            <w:tcW w:w="1841" w:type="dxa"/>
          </w:tcPr>
          <w:p w14:paraId="6C68B310" w14:textId="65E25780" w:rsidR="001C549B" w:rsidRDefault="00EB72F6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07AA533E" w14:textId="7AD16449" w:rsidR="001C549B" w:rsidRDefault="00543462">
            <w:r>
              <w:t>Среда</w:t>
            </w:r>
          </w:p>
        </w:tc>
        <w:tc>
          <w:tcPr>
            <w:tcW w:w="1847" w:type="dxa"/>
            <w:vAlign w:val="center"/>
          </w:tcPr>
          <w:p w14:paraId="2C4830B1" w14:textId="63284015" w:rsidR="001C549B" w:rsidRDefault="00537007">
            <w:proofErr w:type="spellStart"/>
            <w:r>
              <w:t>Предметияб</w:t>
            </w:r>
            <w:proofErr w:type="spellEnd"/>
            <w:r>
              <w:t xml:space="preserve"> ц1аралъул</w:t>
            </w:r>
            <w:r w:rsidR="00F127F7">
              <w:t xml:space="preserve"> </w:t>
            </w:r>
            <w:proofErr w:type="spellStart"/>
            <w:r w:rsidR="00F127F7">
              <w:t>лъугьараб</w:t>
            </w:r>
            <w:proofErr w:type="spellEnd"/>
            <w:r w:rsidR="00F127F7">
              <w:t xml:space="preserve"> </w:t>
            </w:r>
            <w:r w:rsidR="002D467C">
              <w:lastRenderedPageBreak/>
              <w:t xml:space="preserve">причастие </w:t>
            </w:r>
            <w:proofErr w:type="spellStart"/>
            <w:r w:rsidR="002D467C">
              <w:t>падежазде</w:t>
            </w:r>
            <w:proofErr w:type="spellEnd"/>
            <w:r w:rsidR="002D467C">
              <w:t xml:space="preserve"> </w:t>
            </w:r>
            <w:proofErr w:type="spellStart"/>
            <w:r w:rsidR="002D467C">
              <w:t>свери</w:t>
            </w:r>
            <w:proofErr w:type="spellEnd"/>
          </w:p>
        </w:tc>
        <w:tc>
          <w:tcPr>
            <w:tcW w:w="1408" w:type="dxa"/>
          </w:tcPr>
          <w:p w14:paraId="6880AE7F" w14:textId="0EBF52C4" w:rsidR="001C549B" w:rsidRDefault="00000050">
            <w:r>
              <w:lastRenderedPageBreak/>
              <w:t>√5гьум121</w:t>
            </w:r>
          </w:p>
        </w:tc>
        <w:tc>
          <w:tcPr>
            <w:tcW w:w="2092" w:type="dxa"/>
          </w:tcPr>
          <w:p w14:paraId="2BB320D2" w14:textId="6D60256D" w:rsidR="001C549B" w:rsidRDefault="00000050">
            <w:r>
              <w:t xml:space="preserve">Учи </w:t>
            </w:r>
            <w:proofErr w:type="spellStart"/>
            <w:r>
              <w:t>ру,книга</w:t>
            </w:r>
            <w:proofErr w:type="spellEnd"/>
            <w:r>
              <w:t>,</w:t>
            </w:r>
            <w:r w:rsidR="00291B45">
              <w:t xml:space="preserve"> </w:t>
            </w:r>
            <w:proofErr w:type="spellStart"/>
            <w:r w:rsidR="00291B45">
              <w:t>ватцап</w:t>
            </w:r>
            <w:proofErr w:type="spellEnd"/>
          </w:p>
        </w:tc>
        <w:tc>
          <w:tcPr>
            <w:tcW w:w="878" w:type="dxa"/>
          </w:tcPr>
          <w:p w14:paraId="11FED43C" w14:textId="5BF61672" w:rsidR="001C549B" w:rsidRDefault="00BD3428">
            <w:r>
              <w:t>6кл</w:t>
            </w:r>
          </w:p>
        </w:tc>
        <w:tc>
          <w:tcPr>
            <w:tcW w:w="222" w:type="dxa"/>
          </w:tcPr>
          <w:p w14:paraId="7820C142" w14:textId="77777777" w:rsidR="001C549B" w:rsidRDefault="001C549B"/>
        </w:tc>
        <w:tc>
          <w:tcPr>
            <w:tcW w:w="222" w:type="dxa"/>
          </w:tcPr>
          <w:p w14:paraId="1BA2FB69" w14:textId="77777777" w:rsidR="001C549B" w:rsidRDefault="001C549B"/>
        </w:tc>
        <w:tc>
          <w:tcPr>
            <w:tcW w:w="222" w:type="dxa"/>
          </w:tcPr>
          <w:p w14:paraId="5693BD7D" w14:textId="77777777" w:rsidR="001C549B" w:rsidRDefault="001C549B"/>
        </w:tc>
      </w:tr>
      <w:tr w:rsidR="001C549B" w:rsidRPr="00535B8C" w14:paraId="5FFF67A5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375360CB" w14:textId="18E1FAEA" w:rsidR="001C549B" w:rsidRDefault="00EB72F6">
            <w:pPr>
              <w:pStyle w:val="3"/>
            </w:pPr>
            <w:r>
              <w:lastRenderedPageBreak/>
              <w:t>1</w:t>
            </w:r>
          </w:p>
        </w:tc>
        <w:tc>
          <w:tcPr>
            <w:tcW w:w="943" w:type="dxa"/>
          </w:tcPr>
          <w:p w14:paraId="0904C738" w14:textId="77777777" w:rsidR="001C549B" w:rsidRDefault="00FE2D51">
            <w:r>
              <w:t>8:30</w:t>
            </w:r>
          </w:p>
          <w:p w14:paraId="14B53001" w14:textId="187A0C49" w:rsidR="00FE2D51" w:rsidRDefault="00FE2D51">
            <w:r>
              <w:t>9:00</w:t>
            </w:r>
          </w:p>
        </w:tc>
        <w:tc>
          <w:tcPr>
            <w:tcW w:w="1841" w:type="dxa"/>
          </w:tcPr>
          <w:p w14:paraId="05FF4B31" w14:textId="102C5928" w:rsidR="001C549B" w:rsidRDefault="00EB72F6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2DF44C73" w14:textId="6799540F" w:rsidR="001C549B" w:rsidRDefault="005B7D75">
            <w:r>
              <w:t>Суббота</w:t>
            </w:r>
          </w:p>
        </w:tc>
        <w:tc>
          <w:tcPr>
            <w:tcW w:w="1847" w:type="dxa"/>
            <w:vAlign w:val="center"/>
          </w:tcPr>
          <w:p w14:paraId="1025B3B8" w14:textId="655A0F19" w:rsidR="001C549B" w:rsidRDefault="00DC0F4E">
            <w:proofErr w:type="spellStart"/>
            <w:r>
              <w:t>Причастияб</w:t>
            </w:r>
            <w:proofErr w:type="spellEnd"/>
            <w:r>
              <w:t xml:space="preserve"> разбор</w:t>
            </w:r>
          </w:p>
        </w:tc>
        <w:tc>
          <w:tcPr>
            <w:tcW w:w="1408" w:type="dxa"/>
          </w:tcPr>
          <w:p w14:paraId="116C4874" w14:textId="6D461CFE" w:rsidR="001C549B" w:rsidRDefault="00184B2B">
            <w:proofErr w:type="spellStart"/>
            <w:r>
              <w:t>Гьум</w:t>
            </w:r>
            <w:proofErr w:type="spellEnd"/>
            <w:r>
              <w:t xml:space="preserve"> 123-12</w:t>
            </w:r>
            <w:r w:rsidR="00BD6315">
              <w:t>5</w:t>
            </w:r>
          </w:p>
        </w:tc>
        <w:tc>
          <w:tcPr>
            <w:tcW w:w="2092" w:type="dxa"/>
          </w:tcPr>
          <w:p w14:paraId="02243CDF" w14:textId="6ABF489C" w:rsidR="001C549B" w:rsidRDefault="00BD6315">
            <w:r>
              <w:t xml:space="preserve">Учи </w:t>
            </w:r>
            <w:proofErr w:type="spellStart"/>
            <w:r>
              <w:t>ру</w:t>
            </w:r>
            <w:proofErr w:type="spellEnd"/>
            <w:r>
              <w:t xml:space="preserve">, книга </w:t>
            </w:r>
            <w:proofErr w:type="spellStart"/>
            <w:r>
              <w:t>ватцап</w:t>
            </w:r>
            <w:proofErr w:type="spellEnd"/>
          </w:p>
        </w:tc>
        <w:tc>
          <w:tcPr>
            <w:tcW w:w="878" w:type="dxa"/>
          </w:tcPr>
          <w:p w14:paraId="433FE95D" w14:textId="33D338A1" w:rsidR="001C549B" w:rsidRDefault="00BD6315">
            <w:r>
              <w:t>6кл</w:t>
            </w:r>
          </w:p>
        </w:tc>
        <w:tc>
          <w:tcPr>
            <w:tcW w:w="222" w:type="dxa"/>
          </w:tcPr>
          <w:p w14:paraId="05E87107" w14:textId="77777777" w:rsidR="001C549B" w:rsidRDefault="001C549B"/>
        </w:tc>
        <w:tc>
          <w:tcPr>
            <w:tcW w:w="222" w:type="dxa"/>
          </w:tcPr>
          <w:p w14:paraId="4144D4A9" w14:textId="77777777" w:rsidR="001C549B" w:rsidRDefault="001C549B"/>
        </w:tc>
        <w:tc>
          <w:tcPr>
            <w:tcW w:w="222" w:type="dxa"/>
          </w:tcPr>
          <w:p w14:paraId="089F3D4D" w14:textId="77777777" w:rsidR="001C549B" w:rsidRDefault="001C549B"/>
        </w:tc>
      </w:tr>
      <w:tr w:rsidR="001C549B" w:rsidRPr="00535B8C" w14:paraId="7217C24B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38090232" w14:textId="1323C1CA" w:rsidR="001C549B" w:rsidRDefault="00F35ADF">
            <w:pPr>
              <w:pStyle w:val="3"/>
            </w:pPr>
            <w:r>
              <w:t>1</w:t>
            </w:r>
          </w:p>
        </w:tc>
        <w:tc>
          <w:tcPr>
            <w:tcW w:w="943" w:type="dxa"/>
          </w:tcPr>
          <w:p w14:paraId="1A9772E7" w14:textId="77777777" w:rsidR="001C549B" w:rsidRDefault="00EA500B">
            <w:r>
              <w:t>8:30</w:t>
            </w:r>
          </w:p>
          <w:p w14:paraId="4CA619DF" w14:textId="6AD672A3" w:rsidR="00EA500B" w:rsidRDefault="00EA500B">
            <w:r>
              <w:t>9:00</w:t>
            </w:r>
          </w:p>
        </w:tc>
        <w:tc>
          <w:tcPr>
            <w:tcW w:w="1841" w:type="dxa"/>
          </w:tcPr>
          <w:p w14:paraId="1B3B5475" w14:textId="5C313122" w:rsidR="001C549B" w:rsidRDefault="00EB72F6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4E23DB2E" w14:textId="0D7B62AB" w:rsidR="001C549B" w:rsidRDefault="004B435E">
            <w:r>
              <w:t>Среда</w:t>
            </w:r>
          </w:p>
        </w:tc>
        <w:tc>
          <w:tcPr>
            <w:tcW w:w="1847" w:type="dxa"/>
            <w:vAlign w:val="center"/>
          </w:tcPr>
          <w:p w14:paraId="509C42E9" w14:textId="045D98E1" w:rsidR="001C549B" w:rsidRDefault="004B435E">
            <w:r>
              <w:t>Деепричастие</w:t>
            </w:r>
          </w:p>
        </w:tc>
        <w:tc>
          <w:tcPr>
            <w:tcW w:w="1408" w:type="dxa"/>
          </w:tcPr>
          <w:p w14:paraId="15BFBE43" w14:textId="71484657" w:rsidR="001C549B" w:rsidRDefault="004B435E">
            <w:r>
              <w:t>√</w:t>
            </w:r>
            <w:r w:rsidR="00826C13">
              <w:t>4гьум126</w:t>
            </w:r>
          </w:p>
        </w:tc>
        <w:tc>
          <w:tcPr>
            <w:tcW w:w="2092" w:type="dxa"/>
          </w:tcPr>
          <w:p w14:paraId="77F2CD1B" w14:textId="3A56FDB4" w:rsidR="001C549B" w:rsidRDefault="00826C13">
            <w:r>
              <w:t xml:space="preserve">Учебник, </w:t>
            </w:r>
            <w:proofErr w:type="spellStart"/>
            <w:r>
              <w:t>ватцап</w:t>
            </w:r>
            <w:proofErr w:type="spellEnd"/>
          </w:p>
        </w:tc>
        <w:tc>
          <w:tcPr>
            <w:tcW w:w="878" w:type="dxa"/>
          </w:tcPr>
          <w:p w14:paraId="38B36A90" w14:textId="06F9459C" w:rsidR="001C549B" w:rsidRDefault="00826C13">
            <w:r>
              <w:t>6кл</w:t>
            </w:r>
          </w:p>
        </w:tc>
        <w:tc>
          <w:tcPr>
            <w:tcW w:w="222" w:type="dxa"/>
          </w:tcPr>
          <w:p w14:paraId="560BE390" w14:textId="77777777" w:rsidR="001C549B" w:rsidRDefault="001C549B"/>
        </w:tc>
        <w:tc>
          <w:tcPr>
            <w:tcW w:w="222" w:type="dxa"/>
          </w:tcPr>
          <w:p w14:paraId="2125EF92" w14:textId="77777777" w:rsidR="001C549B" w:rsidRDefault="001C549B"/>
        </w:tc>
        <w:tc>
          <w:tcPr>
            <w:tcW w:w="222" w:type="dxa"/>
          </w:tcPr>
          <w:p w14:paraId="476468DD" w14:textId="77777777" w:rsidR="001C549B" w:rsidRDefault="001C549B"/>
        </w:tc>
      </w:tr>
      <w:tr w:rsidR="001C549B" w:rsidRPr="00535B8C" w14:paraId="16CD65B0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3759EDDD" w14:textId="491260CA" w:rsidR="001C549B" w:rsidRDefault="00694E08">
            <w:pPr>
              <w:pStyle w:val="3"/>
            </w:pPr>
            <w:r>
              <w:t>4</w:t>
            </w:r>
          </w:p>
        </w:tc>
        <w:tc>
          <w:tcPr>
            <w:tcW w:w="943" w:type="dxa"/>
          </w:tcPr>
          <w:p w14:paraId="63303C8D" w14:textId="77777777" w:rsidR="001C549B" w:rsidRDefault="00EA500B">
            <w:r>
              <w:t>11:30</w:t>
            </w:r>
          </w:p>
          <w:p w14:paraId="1006FEEB" w14:textId="0A32FF2A" w:rsidR="00EA500B" w:rsidRDefault="00EA500B">
            <w:r>
              <w:t>12:00</w:t>
            </w:r>
          </w:p>
        </w:tc>
        <w:tc>
          <w:tcPr>
            <w:tcW w:w="1841" w:type="dxa"/>
          </w:tcPr>
          <w:p w14:paraId="776E49B8" w14:textId="3A23471F" w:rsidR="001C549B" w:rsidRDefault="00B81112">
            <w:r>
              <w:t>С помощью ЭОР самостоятельная работа</w:t>
            </w:r>
          </w:p>
        </w:tc>
        <w:tc>
          <w:tcPr>
            <w:tcW w:w="1452" w:type="dxa"/>
          </w:tcPr>
          <w:p w14:paraId="5D0F1B91" w14:textId="44540EC1" w:rsidR="001C549B" w:rsidRDefault="00B81112">
            <w:r>
              <w:t>Понедельник</w:t>
            </w:r>
          </w:p>
        </w:tc>
        <w:tc>
          <w:tcPr>
            <w:tcW w:w="1847" w:type="dxa"/>
            <w:vAlign w:val="center"/>
          </w:tcPr>
          <w:p w14:paraId="27A1701B" w14:textId="4F8B8AE7" w:rsidR="001C549B" w:rsidRDefault="00F14B29">
            <w:proofErr w:type="spellStart"/>
            <w:r>
              <w:t>Предметияб</w:t>
            </w:r>
            <w:proofErr w:type="spellEnd"/>
            <w:r>
              <w:t xml:space="preserve"> ц1аралъул </w:t>
            </w:r>
            <w:proofErr w:type="spellStart"/>
            <w:r>
              <w:t>жинс</w:t>
            </w:r>
            <w:proofErr w:type="spellEnd"/>
          </w:p>
        </w:tc>
        <w:tc>
          <w:tcPr>
            <w:tcW w:w="1408" w:type="dxa"/>
          </w:tcPr>
          <w:p w14:paraId="77567AE5" w14:textId="7483E753" w:rsidR="001C549B" w:rsidRDefault="00F14B29">
            <w:r>
              <w:t>√</w:t>
            </w:r>
            <w:r w:rsidR="00A94A8F">
              <w:t>419гьум</w:t>
            </w:r>
            <w:r w:rsidR="00471F51">
              <w:t>147</w:t>
            </w:r>
          </w:p>
        </w:tc>
        <w:tc>
          <w:tcPr>
            <w:tcW w:w="2092" w:type="dxa"/>
          </w:tcPr>
          <w:p w14:paraId="4BB5A125" w14:textId="707BC761" w:rsidR="001C549B" w:rsidRDefault="00471F51">
            <w:r>
              <w:t xml:space="preserve">Учебник, </w:t>
            </w:r>
            <w:proofErr w:type="spellStart"/>
            <w:r>
              <w:t>ватцап,учи</w:t>
            </w:r>
            <w:proofErr w:type="spellEnd"/>
            <w:r>
              <w:t xml:space="preserve"> </w:t>
            </w:r>
            <w:proofErr w:type="spellStart"/>
            <w:r>
              <w:t>ру</w:t>
            </w:r>
            <w:proofErr w:type="spellEnd"/>
          </w:p>
        </w:tc>
        <w:tc>
          <w:tcPr>
            <w:tcW w:w="878" w:type="dxa"/>
          </w:tcPr>
          <w:p w14:paraId="11F3EF52" w14:textId="47C4F34E" w:rsidR="001C549B" w:rsidRDefault="00471F51">
            <w:r>
              <w:t>5кл</w:t>
            </w:r>
          </w:p>
        </w:tc>
        <w:tc>
          <w:tcPr>
            <w:tcW w:w="222" w:type="dxa"/>
          </w:tcPr>
          <w:p w14:paraId="5630DF53" w14:textId="77777777" w:rsidR="001C549B" w:rsidRDefault="001C549B"/>
        </w:tc>
        <w:tc>
          <w:tcPr>
            <w:tcW w:w="222" w:type="dxa"/>
          </w:tcPr>
          <w:p w14:paraId="2BF45862" w14:textId="77777777" w:rsidR="001C549B" w:rsidRDefault="001C549B"/>
        </w:tc>
        <w:tc>
          <w:tcPr>
            <w:tcW w:w="222" w:type="dxa"/>
          </w:tcPr>
          <w:p w14:paraId="57EF6A49" w14:textId="77777777" w:rsidR="001C549B" w:rsidRDefault="001C549B"/>
        </w:tc>
      </w:tr>
      <w:tr w:rsidR="001C549B" w:rsidRPr="00535B8C" w14:paraId="5E73B619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4E203F54" w14:textId="77777777" w:rsidR="001C549B" w:rsidRDefault="001C549B">
            <w:pPr>
              <w:pStyle w:val="3"/>
            </w:pPr>
          </w:p>
        </w:tc>
        <w:tc>
          <w:tcPr>
            <w:tcW w:w="943" w:type="dxa"/>
          </w:tcPr>
          <w:p w14:paraId="462A4664" w14:textId="77777777" w:rsidR="001C549B" w:rsidRDefault="001C549B"/>
        </w:tc>
        <w:tc>
          <w:tcPr>
            <w:tcW w:w="1841" w:type="dxa"/>
          </w:tcPr>
          <w:p w14:paraId="5EDB521A" w14:textId="77777777" w:rsidR="001C549B" w:rsidRDefault="001C549B"/>
        </w:tc>
        <w:tc>
          <w:tcPr>
            <w:tcW w:w="1452" w:type="dxa"/>
          </w:tcPr>
          <w:p w14:paraId="1EE99F3E" w14:textId="77777777" w:rsidR="001C549B" w:rsidRDefault="001C549B"/>
        </w:tc>
        <w:tc>
          <w:tcPr>
            <w:tcW w:w="1847" w:type="dxa"/>
            <w:vAlign w:val="center"/>
          </w:tcPr>
          <w:p w14:paraId="038EC14E" w14:textId="77777777" w:rsidR="001C549B" w:rsidRDefault="001C549B"/>
        </w:tc>
        <w:tc>
          <w:tcPr>
            <w:tcW w:w="1408" w:type="dxa"/>
          </w:tcPr>
          <w:p w14:paraId="169A6E28" w14:textId="77777777" w:rsidR="001C549B" w:rsidRDefault="001C549B"/>
        </w:tc>
        <w:tc>
          <w:tcPr>
            <w:tcW w:w="2092" w:type="dxa"/>
          </w:tcPr>
          <w:p w14:paraId="3D80BD70" w14:textId="77777777" w:rsidR="001C549B" w:rsidRDefault="001C549B"/>
        </w:tc>
        <w:tc>
          <w:tcPr>
            <w:tcW w:w="878" w:type="dxa"/>
          </w:tcPr>
          <w:p w14:paraId="0EF0416A" w14:textId="77777777" w:rsidR="001C549B" w:rsidRDefault="001C549B"/>
        </w:tc>
        <w:tc>
          <w:tcPr>
            <w:tcW w:w="222" w:type="dxa"/>
          </w:tcPr>
          <w:p w14:paraId="320A3D2D" w14:textId="77777777" w:rsidR="001C549B" w:rsidRDefault="001C549B"/>
        </w:tc>
        <w:tc>
          <w:tcPr>
            <w:tcW w:w="222" w:type="dxa"/>
          </w:tcPr>
          <w:p w14:paraId="4DD9ADA1" w14:textId="77777777" w:rsidR="001C549B" w:rsidRDefault="001C549B"/>
        </w:tc>
        <w:tc>
          <w:tcPr>
            <w:tcW w:w="222" w:type="dxa"/>
          </w:tcPr>
          <w:p w14:paraId="32E6E1DD" w14:textId="77777777" w:rsidR="001C549B" w:rsidRDefault="001C549B"/>
        </w:tc>
      </w:tr>
      <w:tr w:rsidR="001C549B" w:rsidRPr="00535B8C" w14:paraId="4B52CEEF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1ECA2B93" w14:textId="77777777" w:rsidR="001C549B" w:rsidRDefault="001C549B">
            <w:pPr>
              <w:pStyle w:val="3"/>
            </w:pPr>
          </w:p>
        </w:tc>
        <w:tc>
          <w:tcPr>
            <w:tcW w:w="943" w:type="dxa"/>
          </w:tcPr>
          <w:p w14:paraId="4CF66EDC" w14:textId="77777777" w:rsidR="001C549B" w:rsidRDefault="001C549B"/>
        </w:tc>
        <w:tc>
          <w:tcPr>
            <w:tcW w:w="1841" w:type="dxa"/>
          </w:tcPr>
          <w:p w14:paraId="2507BA33" w14:textId="77777777" w:rsidR="001C549B" w:rsidRDefault="001C549B"/>
        </w:tc>
        <w:tc>
          <w:tcPr>
            <w:tcW w:w="1452" w:type="dxa"/>
          </w:tcPr>
          <w:p w14:paraId="347F0CEC" w14:textId="77777777" w:rsidR="001C549B" w:rsidRDefault="001C549B"/>
        </w:tc>
        <w:tc>
          <w:tcPr>
            <w:tcW w:w="1847" w:type="dxa"/>
            <w:vAlign w:val="center"/>
          </w:tcPr>
          <w:p w14:paraId="091F7DC6" w14:textId="77777777" w:rsidR="001C549B" w:rsidRDefault="001C549B"/>
        </w:tc>
        <w:tc>
          <w:tcPr>
            <w:tcW w:w="1408" w:type="dxa"/>
          </w:tcPr>
          <w:p w14:paraId="1828C5B6" w14:textId="77777777" w:rsidR="001C549B" w:rsidRDefault="001C549B"/>
        </w:tc>
        <w:tc>
          <w:tcPr>
            <w:tcW w:w="2092" w:type="dxa"/>
          </w:tcPr>
          <w:p w14:paraId="6F35941B" w14:textId="77777777" w:rsidR="001C549B" w:rsidRDefault="001C549B"/>
        </w:tc>
        <w:tc>
          <w:tcPr>
            <w:tcW w:w="878" w:type="dxa"/>
          </w:tcPr>
          <w:p w14:paraId="757FCA77" w14:textId="77777777" w:rsidR="001C549B" w:rsidRDefault="001C549B"/>
        </w:tc>
        <w:tc>
          <w:tcPr>
            <w:tcW w:w="222" w:type="dxa"/>
          </w:tcPr>
          <w:p w14:paraId="42871E68" w14:textId="77777777" w:rsidR="001C549B" w:rsidRDefault="001C549B"/>
        </w:tc>
        <w:tc>
          <w:tcPr>
            <w:tcW w:w="222" w:type="dxa"/>
          </w:tcPr>
          <w:p w14:paraId="54A65A44" w14:textId="77777777" w:rsidR="001C549B" w:rsidRDefault="001C549B"/>
        </w:tc>
        <w:tc>
          <w:tcPr>
            <w:tcW w:w="222" w:type="dxa"/>
          </w:tcPr>
          <w:p w14:paraId="0CE1BE6B" w14:textId="77777777" w:rsidR="001C549B" w:rsidRDefault="001C549B"/>
        </w:tc>
      </w:tr>
      <w:tr w:rsidR="001C549B" w:rsidRPr="00535B8C" w14:paraId="444801B8" w14:textId="77777777" w:rsidTr="006B3F09">
        <w:trPr>
          <w:trHeight w:val="679"/>
        </w:trPr>
        <w:tc>
          <w:tcPr>
            <w:tcW w:w="748" w:type="dxa"/>
            <w:vAlign w:val="center"/>
          </w:tcPr>
          <w:p w14:paraId="7377EA63" w14:textId="77777777" w:rsidR="001C549B" w:rsidRDefault="001C549B">
            <w:pPr>
              <w:pStyle w:val="3"/>
            </w:pPr>
          </w:p>
        </w:tc>
        <w:tc>
          <w:tcPr>
            <w:tcW w:w="943" w:type="dxa"/>
          </w:tcPr>
          <w:p w14:paraId="5A67CEF3" w14:textId="77777777" w:rsidR="001C549B" w:rsidRDefault="001C549B"/>
        </w:tc>
        <w:tc>
          <w:tcPr>
            <w:tcW w:w="1841" w:type="dxa"/>
          </w:tcPr>
          <w:p w14:paraId="5B7B2B33" w14:textId="77777777" w:rsidR="001C549B" w:rsidRDefault="001C549B"/>
        </w:tc>
        <w:tc>
          <w:tcPr>
            <w:tcW w:w="1452" w:type="dxa"/>
          </w:tcPr>
          <w:p w14:paraId="1F352516" w14:textId="77777777" w:rsidR="001C549B" w:rsidRDefault="001C549B"/>
        </w:tc>
        <w:tc>
          <w:tcPr>
            <w:tcW w:w="1847" w:type="dxa"/>
            <w:vAlign w:val="center"/>
          </w:tcPr>
          <w:p w14:paraId="54DC8380" w14:textId="77777777" w:rsidR="001C549B" w:rsidRDefault="001C549B"/>
        </w:tc>
        <w:tc>
          <w:tcPr>
            <w:tcW w:w="1408" w:type="dxa"/>
          </w:tcPr>
          <w:p w14:paraId="2AAD9C6B" w14:textId="77777777" w:rsidR="001C549B" w:rsidRDefault="001C549B"/>
        </w:tc>
        <w:tc>
          <w:tcPr>
            <w:tcW w:w="2092" w:type="dxa"/>
          </w:tcPr>
          <w:p w14:paraId="61568352" w14:textId="77777777" w:rsidR="001C549B" w:rsidRDefault="001C549B"/>
        </w:tc>
        <w:tc>
          <w:tcPr>
            <w:tcW w:w="878" w:type="dxa"/>
          </w:tcPr>
          <w:p w14:paraId="4EF8C172" w14:textId="77777777" w:rsidR="001C549B" w:rsidRDefault="001C549B"/>
        </w:tc>
        <w:tc>
          <w:tcPr>
            <w:tcW w:w="222" w:type="dxa"/>
          </w:tcPr>
          <w:p w14:paraId="38221864" w14:textId="77777777" w:rsidR="001C549B" w:rsidRDefault="001C549B"/>
        </w:tc>
        <w:tc>
          <w:tcPr>
            <w:tcW w:w="222" w:type="dxa"/>
          </w:tcPr>
          <w:p w14:paraId="0F0E9656" w14:textId="77777777" w:rsidR="001C549B" w:rsidRDefault="001C549B"/>
        </w:tc>
        <w:tc>
          <w:tcPr>
            <w:tcW w:w="222" w:type="dxa"/>
          </w:tcPr>
          <w:p w14:paraId="3DAA2B32" w14:textId="77777777" w:rsidR="001C549B" w:rsidRDefault="001C549B"/>
        </w:tc>
      </w:tr>
    </w:tbl>
    <w:p w14:paraId="6E8E202B" w14:textId="5286C3D9" w:rsidR="001A59DD" w:rsidRPr="00535B8C" w:rsidRDefault="001A59DD">
      <w:bookmarkStart w:id="0" w:name="_GoBack"/>
      <w:bookmarkEnd w:id="0"/>
    </w:p>
    <w:sectPr w:rsidR="001A59DD" w:rsidRPr="00535B8C" w:rsidSect="00BE5604">
      <w:footerReference w:type="default" r:id="rId7"/>
      <w:pgSz w:w="16838" w:h="11906" w:orient="landscape" w:code="9"/>
      <w:pgMar w:top="1080" w:right="3655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223FA" w14:textId="77777777" w:rsidR="001246F7" w:rsidRDefault="001246F7">
      <w:pPr>
        <w:spacing w:before="0" w:after="0"/>
      </w:pPr>
      <w:r>
        <w:separator/>
      </w:r>
    </w:p>
  </w:endnote>
  <w:endnote w:type="continuationSeparator" w:id="0">
    <w:p w14:paraId="6D5F35F1" w14:textId="77777777" w:rsidR="001246F7" w:rsidRDefault="001246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23398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0EF08A" w14:textId="16BF1A45" w:rsidR="001A59DD" w:rsidRDefault="003D1E45">
        <w:pPr>
          <w:pStyle w:val="a6"/>
        </w:pPr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BE5604">
          <w:rPr>
            <w:noProof/>
            <w:lang w:bidi="ru-RU"/>
          </w:rPr>
          <w:t>2</w:t>
        </w:r>
        <w:r>
          <w:rPr>
            <w:noProof/>
            <w:lang w:bidi="ru-RU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7E6C9" w14:textId="77777777" w:rsidR="001246F7" w:rsidRDefault="001246F7">
      <w:pPr>
        <w:spacing w:before="0" w:after="0"/>
      </w:pPr>
      <w:r>
        <w:separator/>
      </w:r>
    </w:p>
  </w:footnote>
  <w:footnote w:type="continuationSeparator" w:id="0">
    <w:p w14:paraId="3241B3B7" w14:textId="77777777" w:rsidR="001246F7" w:rsidRDefault="001246F7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30"/>
    <w:rsid w:val="00000050"/>
    <w:rsid w:val="00011930"/>
    <w:rsid w:val="00056744"/>
    <w:rsid w:val="00061028"/>
    <w:rsid w:val="0007609C"/>
    <w:rsid w:val="000768A1"/>
    <w:rsid w:val="000A1113"/>
    <w:rsid w:val="000E0FD2"/>
    <w:rsid w:val="000E23A9"/>
    <w:rsid w:val="000E6F69"/>
    <w:rsid w:val="00105DA1"/>
    <w:rsid w:val="00107A4C"/>
    <w:rsid w:val="001228B1"/>
    <w:rsid w:val="0012353F"/>
    <w:rsid w:val="001246F7"/>
    <w:rsid w:val="00137C19"/>
    <w:rsid w:val="0014535C"/>
    <w:rsid w:val="00184B2B"/>
    <w:rsid w:val="001A59DD"/>
    <w:rsid w:val="001B5C6E"/>
    <w:rsid w:val="001C42A9"/>
    <w:rsid w:val="001C549B"/>
    <w:rsid w:val="001E5BFB"/>
    <w:rsid w:val="001F2657"/>
    <w:rsid w:val="001F73AE"/>
    <w:rsid w:val="002052D4"/>
    <w:rsid w:val="00241564"/>
    <w:rsid w:val="002654F1"/>
    <w:rsid w:val="00283EFA"/>
    <w:rsid w:val="00291B45"/>
    <w:rsid w:val="002D467C"/>
    <w:rsid w:val="002D5BE3"/>
    <w:rsid w:val="003105FC"/>
    <w:rsid w:val="00347E30"/>
    <w:rsid w:val="00350379"/>
    <w:rsid w:val="00364FC2"/>
    <w:rsid w:val="00367403"/>
    <w:rsid w:val="0039186E"/>
    <w:rsid w:val="00392A55"/>
    <w:rsid w:val="003A1213"/>
    <w:rsid w:val="003C70CF"/>
    <w:rsid w:val="003C7ED6"/>
    <w:rsid w:val="003D1415"/>
    <w:rsid w:val="003D1E45"/>
    <w:rsid w:val="003D5D96"/>
    <w:rsid w:val="003F76D4"/>
    <w:rsid w:val="00415EE1"/>
    <w:rsid w:val="00422B1C"/>
    <w:rsid w:val="00467B33"/>
    <w:rsid w:val="00471F51"/>
    <w:rsid w:val="00481F22"/>
    <w:rsid w:val="004B435E"/>
    <w:rsid w:val="004B57A8"/>
    <w:rsid w:val="004C23DE"/>
    <w:rsid w:val="004C660D"/>
    <w:rsid w:val="004E5F4E"/>
    <w:rsid w:val="00535B8C"/>
    <w:rsid w:val="00537007"/>
    <w:rsid w:val="00543462"/>
    <w:rsid w:val="005672AB"/>
    <w:rsid w:val="005833AE"/>
    <w:rsid w:val="005913CC"/>
    <w:rsid w:val="005B7D75"/>
    <w:rsid w:val="00602146"/>
    <w:rsid w:val="00602771"/>
    <w:rsid w:val="0063201C"/>
    <w:rsid w:val="006515C5"/>
    <w:rsid w:val="006627C0"/>
    <w:rsid w:val="00665296"/>
    <w:rsid w:val="0067591C"/>
    <w:rsid w:val="006937CB"/>
    <w:rsid w:val="00694E08"/>
    <w:rsid w:val="00694E52"/>
    <w:rsid w:val="006B050B"/>
    <w:rsid w:val="006B0920"/>
    <w:rsid w:val="006B3F09"/>
    <w:rsid w:val="006D03F9"/>
    <w:rsid w:val="006D4022"/>
    <w:rsid w:val="006D6FEC"/>
    <w:rsid w:val="006D766C"/>
    <w:rsid w:val="006E29F7"/>
    <w:rsid w:val="00715643"/>
    <w:rsid w:val="00716B32"/>
    <w:rsid w:val="00722BDF"/>
    <w:rsid w:val="007474C2"/>
    <w:rsid w:val="00780183"/>
    <w:rsid w:val="00784796"/>
    <w:rsid w:val="00790561"/>
    <w:rsid w:val="007A012C"/>
    <w:rsid w:val="007B4ECA"/>
    <w:rsid w:val="007C6BF1"/>
    <w:rsid w:val="007D1EB3"/>
    <w:rsid w:val="007D27AF"/>
    <w:rsid w:val="008017B9"/>
    <w:rsid w:val="00801906"/>
    <w:rsid w:val="00806B7D"/>
    <w:rsid w:val="00823C90"/>
    <w:rsid w:val="00826C13"/>
    <w:rsid w:val="008342E2"/>
    <w:rsid w:val="00836D8C"/>
    <w:rsid w:val="00867B71"/>
    <w:rsid w:val="008A777B"/>
    <w:rsid w:val="008B2A75"/>
    <w:rsid w:val="008B6796"/>
    <w:rsid w:val="008D1C48"/>
    <w:rsid w:val="009001A9"/>
    <w:rsid w:val="0092087C"/>
    <w:rsid w:val="00930EE7"/>
    <w:rsid w:val="0094606A"/>
    <w:rsid w:val="00986858"/>
    <w:rsid w:val="009957AD"/>
    <w:rsid w:val="009A2B93"/>
    <w:rsid w:val="009D00C3"/>
    <w:rsid w:val="00A11B62"/>
    <w:rsid w:val="00A13119"/>
    <w:rsid w:val="00A23498"/>
    <w:rsid w:val="00A23910"/>
    <w:rsid w:val="00A43140"/>
    <w:rsid w:val="00A47D41"/>
    <w:rsid w:val="00A53F87"/>
    <w:rsid w:val="00A578B4"/>
    <w:rsid w:val="00A87760"/>
    <w:rsid w:val="00A94A8F"/>
    <w:rsid w:val="00AA373C"/>
    <w:rsid w:val="00AA6507"/>
    <w:rsid w:val="00AC2695"/>
    <w:rsid w:val="00AE2199"/>
    <w:rsid w:val="00B4339B"/>
    <w:rsid w:val="00B43A9F"/>
    <w:rsid w:val="00B541E7"/>
    <w:rsid w:val="00B656B1"/>
    <w:rsid w:val="00B714B9"/>
    <w:rsid w:val="00B81112"/>
    <w:rsid w:val="00B85514"/>
    <w:rsid w:val="00B91A44"/>
    <w:rsid w:val="00BB1FE9"/>
    <w:rsid w:val="00BB5C92"/>
    <w:rsid w:val="00BD3428"/>
    <w:rsid w:val="00BD613F"/>
    <w:rsid w:val="00BD6315"/>
    <w:rsid w:val="00BE0979"/>
    <w:rsid w:val="00BE5604"/>
    <w:rsid w:val="00C42959"/>
    <w:rsid w:val="00C448C0"/>
    <w:rsid w:val="00C55FF0"/>
    <w:rsid w:val="00C642BC"/>
    <w:rsid w:val="00C72008"/>
    <w:rsid w:val="00C84621"/>
    <w:rsid w:val="00C90863"/>
    <w:rsid w:val="00C908C0"/>
    <w:rsid w:val="00CA055D"/>
    <w:rsid w:val="00CA2423"/>
    <w:rsid w:val="00CF417E"/>
    <w:rsid w:val="00D0471F"/>
    <w:rsid w:val="00D55260"/>
    <w:rsid w:val="00D63B11"/>
    <w:rsid w:val="00D700B5"/>
    <w:rsid w:val="00D70506"/>
    <w:rsid w:val="00D90047"/>
    <w:rsid w:val="00D91E52"/>
    <w:rsid w:val="00D91F4D"/>
    <w:rsid w:val="00D95279"/>
    <w:rsid w:val="00D9687D"/>
    <w:rsid w:val="00DC0202"/>
    <w:rsid w:val="00DC0F4E"/>
    <w:rsid w:val="00DE2BA0"/>
    <w:rsid w:val="00DF216F"/>
    <w:rsid w:val="00DF2486"/>
    <w:rsid w:val="00DF59DF"/>
    <w:rsid w:val="00E216AA"/>
    <w:rsid w:val="00E304BD"/>
    <w:rsid w:val="00E36708"/>
    <w:rsid w:val="00E8351F"/>
    <w:rsid w:val="00E95852"/>
    <w:rsid w:val="00EA500B"/>
    <w:rsid w:val="00EB72F6"/>
    <w:rsid w:val="00EC06DD"/>
    <w:rsid w:val="00EC177D"/>
    <w:rsid w:val="00EC4B5E"/>
    <w:rsid w:val="00EC7BCD"/>
    <w:rsid w:val="00ED6EBE"/>
    <w:rsid w:val="00EE07C8"/>
    <w:rsid w:val="00EF46DE"/>
    <w:rsid w:val="00F127F7"/>
    <w:rsid w:val="00F14B29"/>
    <w:rsid w:val="00F210F3"/>
    <w:rsid w:val="00F35ADF"/>
    <w:rsid w:val="00F47207"/>
    <w:rsid w:val="00F47A95"/>
    <w:rsid w:val="00F50245"/>
    <w:rsid w:val="00F56D16"/>
    <w:rsid w:val="00F60F9B"/>
    <w:rsid w:val="00F91B1A"/>
    <w:rsid w:val="00F9772F"/>
    <w:rsid w:val="00FA01CC"/>
    <w:rsid w:val="00FA099D"/>
    <w:rsid w:val="00FC1887"/>
    <w:rsid w:val="00FD2B16"/>
    <w:rsid w:val="00FE2D51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88665"/>
  <w15:docId w15:val="{622CB72F-138E-5B46-AA87-A073DECF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color w:val="000000" w:themeColor="text1"/>
        <w:lang w:val="ru-RU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120"/>
      <w:contextualSpacing/>
      <w:outlineLvl w:val="0"/>
    </w:pPr>
    <w:rPr>
      <w:rFonts w:asciiTheme="majorHAnsi" w:hAnsiTheme="majorHAnsi"/>
      <w:color w:val="365F91" w:themeColor="accent1" w:themeShade="BF"/>
      <w:sz w:val="36"/>
      <w:szCs w:val="44"/>
    </w:rPr>
  </w:style>
  <w:style w:type="paragraph" w:styleId="2">
    <w:name w:val="heading 2"/>
    <w:basedOn w:val="a"/>
    <w:uiPriority w:val="9"/>
    <w:qFormat/>
    <w:pPr>
      <w:keepNext/>
      <w:contextualSpacing/>
      <w:outlineLvl w:val="1"/>
    </w:pPr>
    <w:rPr>
      <w:rFonts w:asciiTheme="majorHAnsi" w:hAnsiTheme="majorHAnsi"/>
      <w:b/>
      <w:bCs/>
      <w:color w:val="FFFFFF" w:themeColor="background1"/>
      <w:spacing w:val="4"/>
      <w:sz w:val="22"/>
      <w:szCs w:val="28"/>
    </w:rPr>
  </w:style>
  <w:style w:type="paragraph" w:styleId="3">
    <w:name w:val="heading 3"/>
    <w:basedOn w:val="a"/>
    <w:link w:val="30"/>
    <w:uiPriority w:val="9"/>
    <w:qFormat/>
    <w:pPr>
      <w:outlineLvl w:val="2"/>
    </w:pPr>
    <w:rPr>
      <w:b/>
      <w:color w:val="404040" w:themeColor="text1" w:themeTint="BF"/>
    </w:rPr>
  </w:style>
  <w:style w:type="paragraph" w:styleId="4">
    <w:name w:val="heading 4"/>
    <w:basedOn w:val="a"/>
    <w:link w:val="40"/>
    <w:uiPriority w:val="9"/>
    <w:unhideWhenUsed/>
    <w:qFormat/>
    <w:pPr>
      <w:keepNext/>
      <w:spacing w:before="240"/>
      <w:contextualSpacing/>
      <w:outlineLvl w:val="3"/>
    </w:pPr>
    <w:rPr>
      <w:rFonts w:asciiTheme="majorHAnsi" w:eastAsiaTheme="majorEastAsia" w:hAnsiTheme="majorHAnsi"/>
      <w:b/>
      <w:color w:val="404040" w:themeColor="text1" w:themeTint="B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hAnsiTheme="majorHAnsi"/>
      <w:color w:val="365F91" w:themeColor="accent1" w:themeShade="BF"/>
      <w:sz w:val="36"/>
      <w:szCs w:val="4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/>
      <w:b/>
      <w:color w:val="404040" w:themeColor="text1" w:themeTint="BF"/>
      <w:sz w:val="24"/>
    </w:rPr>
  </w:style>
  <w:style w:type="table" w:styleId="a3">
    <w:name w:val="Table Grid"/>
    <w:basedOn w:val="a1"/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Pr>
      <w:color w:val="808080"/>
    </w:rPr>
  </w:style>
  <w:style w:type="paragraph" w:styleId="a6">
    <w:name w:val="footer"/>
    <w:basedOn w:val="a"/>
    <w:link w:val="a7"/>
    <w:uiPriority w:val="99"/>
    <w:pPr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header"/>
    <w:basedOn w:val="a"/>
    <w:link w:val="a9"/>
    <w:uiPriority w:val="99"/>
    <w:pPr>
      <w:spacing w:before="0" w:after="0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30">
    <w:name w:val="Заголовок 3 Знак"/>
    <w:basedOn w:val="a0"/>
    <w:link w:val="3"/>
    <w:uiPriority w:val="9"/>
    <w:rsid w:val="006B3F09"/>
    <w:rPr>
      <w:b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7bE8D4CE89-5DE5-9644-B1F6-054006BF082F%7dtf164021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F2F5064-1345-470E-9511-8B5E6C698A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{E8D4CE89-5DE5-9644-B1F6-054006BF082F}tf16402104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79034293121</dc:creator>
  <cp:keywords/>
  <dc:description/>
  <cp:lastModifiedBy>Пользователь</cp:lastModifiedBy>
  <cp:revision>2</cp:revision>
  <cp:lastPrinted>2003-07-10T16:26:00Z</cp:lastPrinted>
  <dcterms:created xsi:type="dcterms:W3CDTF">2020-04-29T18:32:00Z</dcterms:created>
  <dcterms:modified xsi:type="dcterms:W3CDTF">2020-04-29T18:32:00Z</dcterms:modified>
</cp:coreProperties>
</file>